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4A322" w14:textId="77777777" w:rsidR="009831B6" w:rsidRDefault="00963C60" w:rsidP="00924410">
      <w:pPr>
        <w:jc w:val="center"/>
        <w:rPr>
          <w:b/>
          <w:szCs w:val="18"/>
          <w:u w:val="single"/>
        </w:rPr>
      </w:pPr>
      <w:r>
        <w:rPr>
          <w:b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ESPAÇO PARA COLOCAR O TIMBRE DO CONTRATADO/COMPROMISSÁRIO, SE FOR CASO"/>
            </w:textInput>
          </w:ffData>
        </w:fldChar>
      </w:r>
      <w:r>
        <w:rPr>
          <w:b/>
          <w:szCs w:val="18"/>
          <w:u w:val="single"/>
        </w:rPr>
        <w:instrText xml:space="preserve"> FORMTEXT </w:instrText>
      </w:r>
      <w:r>
        <w:rPr>
          <w:b/>
          <w:szCs w:val="18"/>
          <w:u w:val="single"/>
        </w:rPr>
      </w:r>
      <w:r>
        <w:rPr>
          <w:b/>
          <w:szCs w:val="18"/>
          <w:u w:val="single"/>
        </w:rPr>
        <w:fldChar w:fldCharType="separate"/>
      </w:r>
      <w:r>
        <w:rPr>
          <w:b/>
          <w:noProof/>
          <w:szCs w:val="18"/>
          <w:u w:val="single"/>
        </w:rPr>
        <w:t>ESPAÇO PARA COLOCAR O TIMBRE DO CONTRATADO/COMPROMISSÁRIO, SE FOR CASO</w:t>
      </w:r>
      <w:r>
        <w:rPr>
          <w:b/>
          <w:szCs w:val="18"/>
          <w:u w:val="single"/>
        </w:rPr>
        <w:fldChar w:fldCharType="end"/>
      </w:r>
    </w:p>
    <w:p w14:paraId="1A430514" w14:textId="77777777" w:rsidR="009831B6" w:rsidRDefault="009831B6" w:rsidP="00924410">
      <w:pPr>
        <w:jc w:val="center"/>
        <w:rPr>
          <w:b/>
          <w:szCs w:val="18"/>
          <w:u w:val="single"/>
        </w:rPr>
      </w:pPr>
    </w:p>
    <w:p w14:paraId="18268CCF" w14:textId="77777777" w:rsidR="009831B6" w:rsidRPr="00980DE5" w:rsidRDefault="009831B6" w:rsidP="009831B6">
      <w:pPr>
        <w:jc w:val="center"/>
        <w:rPr>
          <w:b/>
          <w:u w:val="single"/>
        </w:rPr>
      </w:pPr>
      <w:r w:rsidRPr="00980DE5">
        <w:rPr>
          <w:b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Pr="00980DE5">
        <w:rPr>
          <w:b/>
          <w:szCs w:val="18"/>
          <w:u w:val="single"/>
        </w:rPr>
        <w:instrText xml:space="preserve"> FORMTEXT </w:instrText>
      </w:r>
      <w:r w:rsidRPr="00980DE5">
        <w:rPr>
          <w:b/>
          <w:szCs w:val="18"/>
          <w:u w:val="single"/>
        </w:rPr>
      </w:r>
      <w:r w:rsidRPr="00980DE5">
        <w:rPr>
          <w:b/>
          <w:szCs w:val="18"/>
          <w:u w:val="single"/>
        </w:rPr>
        <w:fldChar w:fldCharType="separate"/>
      </w:r>
      <w:r w:rsidRPr="00980DE5">
        <w:rPr>
          <w:b/>
          <w:noProof/>
          <w:szCs w:val="18"/>
          <w:u w:val="single"/>
        </w:rPr>
        <w:t>MODELO</w:t>
      </w:r>
      <w:r>
        <w:rPr>
          <w:b/>
          <w:noProof/>
          <w:szCs w:val="18"/>
          <w:u w:val="single"/>
        </w:rPr>
        <w:t xml:space="preserve"> 1 - CONTRAPARTIDA FINANCEIRA</w:t>
      </w:r>
      <w:r w:rsidRPr="00980DE5">
        <w:rPr>
          <w:b/>
          <w:szCs w:val="18"/>
          <w:u w:val="single"/>
        </w:rPr>
        <w:fldChar w:fldCharType="end"/>
      </w:r>
    </w:p>
    <w:p w14:paraId="19F4B20D" w14:textId="77777777" w:rsidR="009831B6" w:rsidRDefault="009831B6" w:rsidP="009831B6">
      <w:pPr>
        <w:rPr>
          <w:b/>
          <w:szCs w:val="18"/>
          <w:u w:val="single"/>
        </w:rPr>
      </w:pPr>
    </w:p>
    <w:p w14:paraId="5B5F4FD3" w14:textId="77777777" w:rsidR="00CB6DF2" w:rsidRDefault="00CB6DF2" w:rsidP="00FF7C52"/>
    <w:p w14:paraId="728626D8" w14:textId="77777777" w:rsidR="00980DE5" w:rsidRDefault="00980DE5" w:rsidP="00FF7C52"/>
    <w:p w14:paraId="1F8D1A77" w14:textId="77777777" w:rsidR="00980DE5" w:rsidRDefault="00980DE5" w:rsidP="00FF7C52"/>
    <w:p w14:paraId="033D1396" w14:textId="77777777" w:rsidR="00980DE5" w:rsidRPr="00AC406C" w:rsidRDefault="00980DE5" w:rsidP="00FF7C52"/>
    <w:p w14:paraId="5925187D" w14:textId="77777777" w:rsidR="00E0085A" w:rsidRDefault="00E0085A" w:rsidP="00980DE5">
      <w:pPr>
        <w:jc w:val="center"/>
      </w:pPr>
      <w:r w:rsidRPr="00980DE5">
        <w:rPr>
          <w:b/>
        </w:rPr>
        <w:t>DECLARAÇÃO</w:t>
      </w:r>
    </w:p>
    <w:p w14:paraId="7F2959B0" w14:textId="77777777" w:rsidR="00980DE5" w:rsidRDefault="00980DE5" w:rsidP="00980DE5"/>
    <w:p w14:paraId="7062A374" w14:textId="77777777" w:rsidR="00980DE5" w:rsidRDefault="00980DE5" w:rsidP="00980DE5"/>
    <w:p w14:paraId="13259659" w14:textId="77777777" w:rsidR="00980DE5" w:rsidRDefault="00980DE5" w:rsidP="00980DE5"/>
    <w:p w14:paraId="24059BE4" w14:textId="77777777" w:rsidR="00980DE5" w:rsidRPr="00AC406C" w:rsidRDefault="00980DE5" w:rsidP="00980DE5"/>
    <w:p w14:paraId="063A3F37" w14:textId="77777777" w:rsidR="00FF7C52" w:rsidRPr="00AC406C" w:rsidRDefault="00FF7C52" w:rsidP="00980DE5"/>
    <w:p w14:paraId="0397DC1A" w14:textId="77777777" w:rsidR="003D1112" w:rsidRDefault="00FF7C52" w:rsidP="00886E6E">
      <w:pPr>
        <w:ind w:firstLine="708"/>
        <w:jc w:val="both"/>
      </w:pPr>
      <w:r w:rsidRPr="00AC406C">
        <w:t xml:space="preserve">Declaro, sob as penas da Lei, e em conformidade com a Lei de Diretrizes Orçamentárias vigente e com </w:t>
      </w:r>
      <w:r w:rsidR="004E32D4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o/a Lei complementar nº 101, de 04/05/2000 ou Decreto nº 11.855, de 26/12/2023, a depender do caso"/>
              <w:maxLength w:val="150"/>
            </w:textInput>
          </w:ffData>
        </w:fldChar>
      </w:r>
      <w:r w:rsidR="004E32D4">
        <w:rPr>
          <w:szCs w:val="18"/>
          <w:u w:val="single"/>
        </w:rPr>
        <w:instrText xml:space="preserve"> FORMTEXT </w:instrText>
      </w:r>
      <w:r w:rsidR="004E32D4">
        <w:rPr>
          <w:szCs w:val="18"/>
          <w:u w:val="single"/>
        </w:rPr>
      </w:r>
      <w:r w:rsidR="004E32D4">
        <w:rPr>
          <w:szCs w:val="18"/>
          <w:u w:val="single"/>
        </w:rPr>
        <w:fldChar w:fldCharType="separate"/>
      </w:r>
      <w:r w:rsidR="004E32D4">
        <w:rPr>
          <w:noProof/>
          <w:szCs w:val="18"/>
          <w:u w:val="single"/>
        </w:rPr>
        <w:t>o/a Lei complementar nº 101, de 04/05/2000 ou Decreto nº 11.855, de 26/12/2023, a depender do caso</w:t>
      </w:r>
      <w:r w:rsidR="004E32D4">
        <w:rPr>
          <w:szCs w:val="18"/>
          <w:u w:val="single"/>
        </w:rPr>
        <w:fldChar w:fldCharType="end"/>
      </w:r>
      <w:r w:rsidRPr="00AC406C">
        <w:t>, que dispomos dos recursos orçamentários, no valor de R$</w:t>
      </w:r>
      <w:r w:rsidR="00D30E36">
        <w:t xml:space="preserve"> </w:t>
      </w:r>
      <w:r w:rsidR="00045075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45075">
        <w:rPr>
          <w:szCs w:val="18"/>
          <w:u w:val="single"/>
        </w:rPr>
        <w:instrText xml:space="preserve"> FORMTEXT </w:instrText>
      </w:r>
      <w:r w:rsidR="00045075">
        <w:rPr>
          <w:szCs w:val="18"/>
          <w:u w:val="single"/>
        </w:rPr>
      </w:r>
      <w:r w:rsidR="00045075">
        <w:rPr>
          <w:szCs w:val="18"/>
          <w:u w:val="single"/>
        </w:rPr>
        <w:fldChar w:fldCharType="separate"/>
      </w:r>
      <w:r w:rsidR="00045075">
        <w:rPr>
          <w:noProof/>
          <w:szCs w:val="18"/>
          <w:u w:val="single"/>
        </w:rPr>
        <w:t> </w:t>
      </w:r>
      <w:r w:rsidR="00045075">
        <w:rPr>
          <w:noProof/>
          <w:szCs w:val="18"/>
          <w:u w:val="single"/>
        </w:rPr>
        <w:t> </w:t>
      </w:r>
      <w:r w:rsidR="00045075">
        <w:rPr>
          <w:noProof/>
          <w:szCs w:val="18"/>
          <w:u w:val="single"/>
        </w:rPr>
        <w:t> </w:t>
      </w:r>
      <w:r w:rsidR="00045075">
        <w:rPr>
          <w:noProof/>
          <w:szCs w:val="18"/>
          <w:u w:val="single"/>
        </w:rPr>
        <w:t> </w:t>
      </w:r>
      <w:r w:rsidR="00045075">
        <w:rPr>
          <w:noProof/>
          <w:szCs w:val="18"/>
          <w:u w:val="single"/>
        </w:rPr>
        <w:t> </w:t>
      </w:r>
      <w:r w:rsidR="00045075">
        <w:rPr>
          <w:szCs w:val="18"/>
          <w:u w:val="single"/>
        </w:rPr>
        <w:fldChar w:fldCharType="end"/>
      </w:r>
      <w:r w:rsidRPr="00AC406C">
        <w:t xml:space="preserve">, para participação, a título de </w:t>
      </w:r>
      <w:r w:rsidR="005F6FB3">
        <w:t>C</w:t>
      </w:r>
      <w:r w:rsidRPr="00AC406C">
        <w:t>ontrapartida</w:t>
      </w:r>
      <w:r w:rsidR="005B4306">
        <w:t xml:space="preserve"> Financeira</w:t>
      </w:r>
      <w:r w:rsidRPr="00AC406C">
        <w:t xml:space="preserve">, no repasse de recursos destinados a </w:t>
      </w:r>
      <w:r w:rsidRPr="00CB71F0">
        <w:rPr>
          <w:highlight w:val="lightGray"/>
        </w:rPr>
        <w:t>(</w:t>
      </w:r>
      <w:r w:rsidR="00760B71" w:rsidRPr="009B4EED">
        <w:fldChar w:fldCharType="begin">
          <w:ffData>
            <w:name w:val=""/>
            <w:enabled/>
            <w:calcOnExit w:val="0"/>
            <w:textInput>
              <w:default w:val="especificar o projeto a ser atendido com os recursos do repasse, incluindo programa, localidade e número da operação, conforme o caso"/>
              <w:format w:val="Minúsculas"/>
            </w:textInput>
          </w:ffData>
        </w:fldChar>
      </w:r>
      <w:r w:rsidR="00760B71" w:rsidRPr="009B4EED">
        <w:instrText xml:space="preserve"> FORMTEXT </w:instrText>
      </w:r>
      <w:r w:rsidR="00760B71" w:rsidRPr="009B4EED">
        <w:fldChar w:fldCharType="separate"/>
      </w:r>
      <w:r w:rsidR="00760B71" w:rsidRPr="009B4EED">
        <w:t>especificar o projeto a ser atendido com os recursos do repasse, incluindo programa, localidade e número da operação, conforme o cas</w:t>
      </w:r>
      <w:r w:rsidR="00D56158">
        <w:t>o)</w:t>
      </w:r>
      <w:r w:rsidR="00760B71" w:rsidRPr="009B4EED">
        <w:fldChar w:fldCharType="end"/>
      </w:r>
    </w:p>
    <w:p w14:paraId="73E390FB" w14:textId="77777777" w:rsidR="00EB110F" w:rsidRDefault="00EB110F" w:rsidP="00886E6E">
      <w:pPr>
        <w:ind w:firstLine="708"/>
        <w:jc w:val="both"/>
        <w:sectPr w:rsidR="00EB110F" w:rsidSect="009831B6">
          <w:footerReference w:type="default" r:id="rId8"/>
          <w:type w:val="continuous"/>
          <w:pgSz w:w="11907" w:h="16840" w:code="9"/>
          <w:pgMar w:top="1134" w:right="1134" w:bottom="1134" w:left="1134" w:header="851" w:footer="851" w:gutter="0"/>
          <w:cols w:space="720"/>
        </w:sectPr>
      </w:pPr>
    </w:p>
    <w:p w14:paraId="7C3DEE95" w14:textId="77777777" w:rsidR="00FF7C52" w:rsidRDefault="00FF7C52" w:rsidP="00EB110F">
      <w:pPr>
        <w:jc w:val="both"/>
      </w:pPr>
    </w:p>
    <w:p w14:paraId="6EF6BEA4" w14:textId="77777777" w:rsidR="00EF201E" w:rsidRDefault="00FF7C52" w:rsidP="00923F5F">
      <w:pPr>
        <w:ind w:firstLine="708"/>
        <w:jc w:val="both"/>
      </w:pPr>
      <w:r w:rsidRPr="00AC406C">
        <w:t xml:space="preserve">Os recursos estão dispostos na rubrica orçamentária </w:t>
      </w:r>
      <w:r w:rsidR="00D30E36" w:rsidRPr="00CB71F0">
        <w:rPr>
          <w:highlight w:val="lightGray"/>
        </w:rPr>
        <w:t>(</w:t>
      </w:r>
      <w:r w:rsidR="00D30E36" w:rsidRPr="00CB71F0">
        <w:rPr>
          <w:szCs w:val="18"/>
          <w:highlight w:val="lightGray"/>
          <w:u w:val="single"/>
        </w:rPr>
        <w:fldChar w:fldCharType="begin">
          <w:ffData>
            <w:name w:val=""/>
            <w:enabled/>
            <w:calcOnExit w:val="0"/>
            <w:textInput>
              <w:default w:val="especificar endereço orçamentário no maior grau de detalhamento constante do orçamento - projeto, subprojeto, atividade ou subatividade"/>
              <w:format w:val="Minúsculas"/>
            </w:textInput>
          </w:ffData>
        </w:fldChar>
      </w:r>
      <w:r w:rsidR="00D30E36" w:rsidRPr="00CB71F0">
        <w:rPr>
          <w:szCs w:val="18"/>
          <w:highlight w:val="lightGray"/>
          <w:u w:val="single"/>
        </w:rPr>
        <w:instrText xml:space="preserve"> FORMTEXT </w:instrText>
      </w:r>
      <w:r w:rsidR="00D30E36" w:rsidRPr="00CB71F0">
        <w:rPr>
          <w:szCs w:val="18"/>
          <w:highlight w:val="lightGray"/>
          <w:u w:val="single"/>
        </w:rPr>
      </w:r>
      <w:r w:rsidR="00D30E36" w:rsidRPr="00CB71F0">
        <w:rPr>
          <w:szCs w:val="18"/>
          <w:highlight w:val="lightGray"/>
          <w:u w:val="single"/>
        </w:rPr>
        <w:fldChar w:fldCharType="separate"/>
      </w:r>
      <w:r w:rsidR="00D30E36" w:rsidRPr="00CB71F0">
        <w:rPr>
          <w:noProof/>
          <w:szCs w:val="18"/>
          <w:highlight w:val="lightGray"/>
          <w:u w:val="single"/>
        </w:rPr>
        <w:t>especificar endereço orçamentário no maior grau de detalhamento constante do orçamento - projeto, subprojeto, atividade ou subatividade</w:t>
      </w:r>
      <w:r w:rsidR="00D30E36" w:rsidRPr="00CB71F0">
        <w:rPr>
          <w:szCs w:val="18"/>
          <w:highlight w:val="lightGray"/>
          <w:u w:val="single"/>
        </w:rPr>
        <w:fldChar w:fldCharType="end"/>
      </w:r>
      <w:r w:rsidRPr="00CB71F0">
        <w:rPr>
          <w:highlight w:val="lightGray"/>
        </w:rPr>
        <w:t>)</w:t>
      </w:r>
      <w:r w:rsidRPr="00CB6DF2">
        <w:t>,</w:t>
      </w:r>
      <w:r w:rsidR="00D56158">
        <w:t xml:space="preserve"> do</w:t>
      </w:r>
      <w:r w:rsidRPr="00AC406C">
        <w:t xml:space="preserve">(a) </w:t>
      </w:r>
      <w:r w:rsidR="001418AF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especificar documento(s) orçamentário(s))"/>
              <w:maxLength w:val="150"/>
            </w:textInput>
          </w:ffData>
        </w:fldChar>
      </w:r>
      <w:r w:rsidR="001418AF">
        <w:rPr>
          <w:szCs w:val="18"/>
          <w:u w:val="single"/>
        </w:rPr>
        <w:instrText xml:space="preserve"> FORMTEXT </w:instrText>
      </w:r>
      <w:r w:rsidR="001418AF">
        <w:rPr>
          <w:szCs w:val="18"/>
          <w:u w:val="single"/>
        </w:rPr>
      </w:r>
      <w:r w:rsidR="001418AF">
        <w:rPr>
          <w:szCs w:val="18"/>
          <w:u w:val="single"/>
        </w:rPr>
        <w:fldChar w:fldCharType="separate"/>
      </w:r>
      <w:r w:rsidR="001418AF">
        <w:rPr>
          <w:noProof/>
          <w:szCs w:val="18"/>
          <w:u w:val="single"/>
        </w:rPr>
        <w:t>(especificar documento(s) orçamentário(s))</w:t>
      </w:r>
      <w:r w:rsidR="001418AF">
        <w:rPr>
          <w:szCs w:val="18"/>
          <w:u w:val="single"/>
        </w:rPr>
        <w:fldChar w:fldCharType="end"/>
      </w:r>
      <w:r w:rsidR="009F23BD">
        <w:rPr>
          <w:szCs w:val="18"/>
          <w:u w:val="single"/>
        </w:rPr>
        <w:t xml:space="preserve"> </w:t>
      </w:r>
      <w:r w:rsidRPr="00AC406C">
        <w:t xml:space="preserve">nº </w:t>
      </w:r>
      <w:r w:rsidR="00045075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="00045075">
        <w:rPr>
          <w:szCs w:val="18"/>
          <w:u w:val="single"/>
        </w:rPr>
        <w:instrText xml:space="preserve"> FORMTEXT </w:instrText>
      </w:r>
      <w:r w:rsidR="00045075">
        <w:rPr>
          <w:szCs w:val="18"/>
          <w:u w:val="single"/>
        </w:rPr>
      </w:r>
      <w:r w:rsidR="00045075">
        <w:rPr>
          <w:szCs w:val="18"/>
          <w:u w:val="single"/>
        </w:rPr>
        <w:fldChar w:fldCharType="separate"/>
      </w:r>
      <w:r w:rsidR="00045075">
        <w:rPr>
          <w:noProof/>
          <w:szCs w:val="18"/>
          <w:u w:val="single"/>
        </w:rPr>
        <w:t> </w:t>
      </w:r>
      <w:r w:rsidR="00045075">
        <w:rPr>
          <w:noProof/>
          <w:szCs w:val="18"/>
          <w:u w:val="single"/>
        </w:rPr>
        <w:t> </w:t>
      </w:r>
      <w:r w:rsidR="00045075">
        <w:rPr>
          <w:noProof/>
          <w:szCs w:val="18"/>
          <w:u w:val="single"/>
        </w:rPr>
        <w:t> </w:t>
      </w:r>
      <w:r w:rsidR="00045075">
        <w:rPr>
          <w:noProof/>
          <w:szCs w:val="18"/>
          <w:u w:val="single"/>
        </w:rPr>
        <w:t> </w:t>
      </w:r>
      <w:r w:rsidR="00045075">
        <w:rPr>
          <w:noProof/>
          <w:szCs w:val="18"/>
          <w:u w:val="single"/>
        </w:rPr>
        <w:t> </w:t>
      </w:r>
      <w:r w:rsidR="00045075">
        <w:rPr>
          <w:szCs w:val="18"/>
          <w:u w:val="single"/>
        </w:rPr>
        <w:fldChar w:fldCharType="end"/>
      </w:r>
      <w:r w:rsidRPr="00AC406C">
        <w:t>, de</w:t>
      </w:r>
      <w:r w:rsidR="005B4306">
        <w:t xml:space="preserve"> </w:t>
      </w:r>
      <w:r w:rsidR="005B4306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dd/mm/aaaa"/>
            </w:textInput>
          </w:ffData>
        </w:fldChar>
      </w:r>
      <w:r w:rsidR="005B4306">
        <w:rPr>
          <w:szCs w:val="18"/>
          <w:u w:val="single"/>
        </w:rPr>
        <w:instrText xml:space="preserve"> FORMTEXT </w:instrText>
      </w:r>
      <w:r w:rsidR="005B4306">
        <w:rPr>
          <w:szCs w:val="18"/>
          <w:u w:val="single"/>
        </w:rPr>
      </w:r>
      <w:r w:rsidR="005B4306">
        <w:rPr>
          <w:szCs w:val="18"/>
          <w:u w:val="single"/>
        </w:rPr>
        <w:fldChar w:fldCharType="separate"/>
      </w:r>
      <w:r w:rsidR="005B4306">
        <w:rPr>
          <w:noProof/>
          <w:szCs w:val="18"/>
          <w:u w:val="single"/>
        </w:rPr>
        <w:t>dd/mm/aaaa</w:t>
      </w:r>
      <w:r w:rsidR="005B4306">
        <w:rPr>
          <w:szCs w:val="18"/>
          <w:u w:val="single"/>
        </w:rPr>
        <w:fldChar w:fldCharType="end"/>
      </w:r>
      <w:r w:rsidR="00EF201E">
        <w:t>.</w:t>
      </w:r>
    </w:p>
    <w:p w14:paraId="0AFC84CE" w14:textId="77777777" w:rsidR="00EF201E" w:rsidRDefault="00EF201E" w:rsidP="00923F5F">
      <w:pPr>
        <w:ind w:firstLine="708"/>
        <w:jc w:val="both"/>
        <w:sectPr w:rsidR="00EF201E" w:rsidSect="009831B6">
          <w:type w:val="continuous"/>
          <w:pgSz w:w="11907" w:h="16840" w:code="9"/>
          <w:pgMar w:top="1134" w:right="1134" w:bottom="1134" w:left="1134" w:header="851" w:footer="851" w:gutter="0"/>
          <w:cols w:space="720"/>
          <w:formProt w:val="0"/>
        </w:sectPr>
      </w:pPr>
    </w:p>
    <w:p w14:paraId="147F839E" w14:textId="77777777" w:rsidR="00FF7C52" w:rsidRDefault="00FF7C52" w:rsidP="00EF201E">
      <w:pPr>
        <w:jc w:val="both"/>
      </w:pPr>
    </w:p>
    <w:p w14:paraId="7AE90163" w14:textId="77777777" w:rsidR="00980DE5" w:rsidRDefault="00980DE5" w:rsidP="009B4EED"/>
    <w:p w14:paraId="57E72D9F" w14:textId="77777777" w:rsidR="00EF201E" w:rsidRDefault="00EF201E" w:rsidP="009B4EED">
      <w:pPr>
        <w:sectPr w:rsidR="00EF201E" w:rsidSect="009831B6">
          <w:type w:val="continuous"/>
          <w:pgSz w:w="11907" w:h="16840" w:code="9"/>
          <w:pgMar w:top="1134" w:right="1134" w:bottom="1134" w:left="1134" w:header="851" w:footer="851" w:gutter="0"/>
          <w:cols w:space="720"/>
        </w:sectPr>
      </w:pPr>
    </w:p>
    <w:p w14:paraId="5ACE13F0" w14:textId="77777777" w:rsidR="00980DE5" w:rsidRDefault="00980DE5" w:rsidP="009B4EED"/>
    <w:p w14:paraId="2EDFBC99" w14:textId="77777777" w:rsidR="009B4EED" w:rsidRDefault="009B4EED" w:rsidP="009B4EED"/>
    <w:p w14:paraId="58530E53" w14:textId="77777777" w:rsidR="00980DE5" w:rsidRPr="009B4EED" w:rsidRDefault="00980DE5" w:rsidP="009B4EED">
      <w:r w:rsidRPr="009B4EED">
        <w:fldChar w:fldCharType="begin">
          <w:ffData>
            <w:name w:val="Texto6"/>
            <w:enabled/>
            <w:calcOnExit w:val="0"/>
            <w:textInput/>
          </w:ffData>
        </w:fldChar>
      </w:r>
      <w:r w:rsidRPr="009B4EED">
        <w:instrText xml:space="preserve"> FORMTEXT </w:instrText>
      </w:r>
      <w:r w:rsidRPr="009B4EED">
        <w:fldChar w:fldCharType="separate"/>
      </w:r>
      <w:r w:rsidRPr="009B4EED">
        <w:t>Local, data</w:t>
      </w:r>
      <w:r w:rsidRPr="009B4EED">
        <w:fldChar w:fldCharType="end"/>
      </w:r>
    </w:p>
    <w:p w14:paraId="055970B4" w14:textId="77777777" w:rsidR="00FF7C52" w:rsidRPr="00AC406C" w:rsidRDefault="00FF7C52" w:rsidP="00FF7C52"/>
    <w:p w14:paraId="5345681B" w14:textId="77777777" w:rsidR="009B4EED" w:rsidRPr="00AC406C" w:rsidRDefault="009B4EED" w:rsidP="00FF7C52"/>
    <w:p w14:paraId="28B7AEEC" w14:textId="77777777" w:rsidR="00FF7C52" w:rsidRDefault="00FF7C52" w:rsidP="00FF7C52"/>
    <w:p w14:paraId="29BE68C8" w14:textId="77777777" w:rsidR="005B4306" w:rsidRDefault="005B4306" w:rsidP="005B4306">
      <w:pPr>
        <w:jc w:val="center"/>
      </w:pPr>
      <w:r>
        <w:t>_______________________________________________________________</w:t>
      </w:r>
    </w:p>
    <w:p w14:paraId="08C67A5B" w14:textId="77777777" w:rsidR="005B4306" w:rsidRPr="00AC406C" w:rsidRDefault="005B4306" w:rsidP="005B4306">
      <w:pPr>
        <w:jc w:val="center"/>
      </w:pPr>
      <w:r>
        <w:t>Assinatura do representante legal da Entidade Responsável pela Contrapartida</w:t>
      </w:r>
    </w:p>
    <w:p w14:paraId="4150A34A" w14:textId="77777777" w:rsidR="00CB6DF2" w:rsidRPr="005C25F6" w:rsidRDefault="005B4306" w:rsidP="00CB6DF2">
      <w:pPr>
        <w:spacing w:before="120"/>
        <w:jc w:val="center"/>
        <w:rPr>
          <w:rFonts w:cs="Arial"/>
          <w:u w:val="single"/>
        </w:rPr>
      </w:pPr>
      <w:r w:rsidRPr="005B4306">
        <w:rPr>
          <w:rFonts w:cs="Arial"/>
        </w:rPr>
        <w:t xml:space="preserve">Cargo/Função: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43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szCs w:val="18"/>
          <w:u w:val="single"/>
        </w:rPr>
        <w:fldChar w:fldCharType="end"/>
      </w:r>
    </w:p>
    <w:p w14:paraId="4D952A7E" w14:textId="77777777" w:rsidR="00CB6DF2" w:rsidRDefault="00CB6DF2" w:rsidP="005B4306">
      <w:pPr>
        <w:spacing w:before="120"/>
        <w:rPr>
          <w:rFonts w:cs="Arial"/>
        </w:rPr>
      </w:pPr>
    </w:p>
    <w:p w14:paraId="6E8C1117" w14:textId="77777777" w:rsidR="00886E6E" w:rsidRDefault="00886E6E" w:rsidP="009B4EED"/>
    <w:p w14:paraId="0E78A016" w14:textId="77777777" w:rsidR="009B4EED" w:rsidRPr="009B4EED" w:rsidRDefault="009B4EED" w:rsidP="009B4EED"/>
    <w:p w14:paraId="44A221DE" w14:textId="77777777" w:rsidR="00CB6DF2" w:rsidRPr="009B4EED" w:rsidRDefault="00CB6DF2" w:rsidP="009B4EED"/>
    <w:p w14:paraId="1AFA0C21" w14:textId="77777777" w:rsidR="005B4306" w:rsidRDefault="005B4306" w:rsidP="005B4306">
      <w:pPr>
        <w:jc w:val="center"/>
      </w:pPr>
      <w:r>
        <w:t>_______________________________________________________________</w:t>
      </w:r>
    </w:p>
    <w:p w14:paraId="05B01699" w14:textId="77777777" w:rsidR="005B4306" w:rsidRPr="00AC406C" w:rsidRDefault="005B4306" w:rsidP="005B4306">
      <w:pPr>
        <w:jc w:val="center"/>
      </w:pPr>
      <w:r>
        <w:t>Assinatura do representante legal do Ente Proponente</w:t>
      </w:r>
    </w:p>
    <w:p w14:paraId="4F5F9F6F" w14:textId="77777777" w:rsidR="005816D2" w:rsidRDefault="005B4306" w:rsidP="005B4306">
      <w:pPr>
        <w:spacing w:before="120"/>
        <w:jc w:val="center"/>
        <w:rPr>
          <w:szCs w:val="18"/>
          <w:u w:val="single"/>
        </w:rPr>
        <w:sectPr w:rsidR="005816D2" w:rsidSect="009831B6">
          <w:type w:val="continuous"/>
          <w:pgSz w:w="11907" w:h="16840" w:code="9"/>
          <w:pgMar w:top="1134" w:right="1134" w:bottom="1134" w:left="1134" w:header="851" w:footer="851" w:gutter="0"/>
          <w:cols w:space="720"/>
          <w:formProt w:val="0"/>
        </w:sectPr>
      </w:pPr>
      <w:r w:rsidRPr="005B4306">
        <w:rPr>
          <w:rFonts w:cs="Arial"/>
        </w:rPr>
        <w:t xml:space="preserve">Cargo/Função: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43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szCs w:val="18"/>
          <w:u w:val="single"/>
        </w:rPr>
        <w:fldChar w:fldCharType="end"/>
      </w:r>
    </w:p>
    <w:p w14:paraId="2274337A" w14:textId="77777777" w:rsidR="005B4306" w:rsidRPr="005C25F6" w:rsidRDefault="005B4306" w:rsidP="005B4306">
      <w:pPr>
        <w:spacing w:before="120"/>
        <w:jc w:val="center"/>
        <w:rPr>
          <w:rFonts w:cs="Arial"/>
          <w:u w:val="single"/>
        </w:rPr>
      </w:pPr>
    </w:p>
    <w:p w14:paraId="5EE7941A" w14:textId="77777777" w:rsidR="00D56158" w:rsidRDefault="00D56158" w:rsidP="009831B6">
      <w:pPr>
        <w:spacing w:before="120"/>
        <w:rPr>
          <w:rFonts w:cs="Arial"/>
          <w:szCs w:val="18"/>
          <w:u w:val="single"/>
        </w:rPr>
      </w:pPr>
    </w:p>
    <w:p w14:paraId="75299FE7" w14:textId="77777777" w:rsidR="009831B6" w:rsidRDefault="00963C60" w:rsidP="009130F6">
      <w:pPr>
        <w:jc w:val="center"/>
        <w:rPr>
          <w:b/>
          <w:szCs w:val="18"/>
          <w:u w:val="single"/>
        </w:rPr>
      </w:pPr>
      <w:r>
        <w:rPr>
          <w:b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ESPAÇO PARA COLOCAR O TIMBRE DO CONTRATADO/COMPROMISSÁRIO, SE FOR CASO"/>
            </w:textInput>
          </w:ffData>
        </w:fldChar>
      </w:r>
      <w:r>
        <w:rPr>
          <w:b/>
          <w:szCs w:val="18"/>
          <w:u w:val="single"/>
        </w:rPr>
        <w:instrText xml:space="preserve"> FORMTEXT </w:instrText>
      </w:r>
      <w:r>
        <w:rPr>
          <w:b/>
          <w:szCs w:val="18"/>
          <w:u w:val="single"/>
        </w:rPr>
      </w:r>
      <w:r>
        <w:rPr>
          <w:b/>
          <w:szCs w:val="18"/>
          <w:u w:val="single"/>
        </w:rPr>
        <w:fldChar w:fldCharType="separate"/>
      </w:r>
      <w:r>
        <w:rPr>
          <w:b/>
          <w:noProof/>
          <w:szCs w:val="18"/>
          <w:u w:val="single"/>
        </w:rPr>
        <w:t>ESPAÇO PARA COLOCAR O TIMBRE DO CONTRATADO/COMPROMISSÁRIO, SE FOR CASO</w:t>
      </w:r>
      <w:r>
        <w:rPr>
          <w:b/>
          <w:szCs w:val="18"/>
          <w:u w:val="single"/>
        </w:rPr>
        <w:fldChar w:fldCharType="end"/>
      </w:r>
    </w:p>
    <w:p w14:paraId="58E867CA" w14:textId="77777777" w:rsidR="009831B6" w:rsidRDefault="009831B6" w:rsidP="009130F6">
      <w:pPr>
        <w:jc w:val="center"/>
        <w:rPr>
          <w:b/>
          <w:szCs w:val="18"/>
          <w:u w:val="single"/>
        </w:rPr>
      </w:pPr>
    </w:p>
    <w:p w14:paraId="66E2886C" w14:textId="77777777" w:rsidR="00886E6E" w:rsidRDefault="009B4EED" w:rsidP="009130F6">
      <w:pPr>
        <w:jc w:val="center"/>
        <w:rPr>
          <w:rFonts w:cs="Arial"/>
        </w:rPr>
      </w:pPr>
      <w:r w:rsidRPr="00980DE5">
        <w:rPr>
          <w:b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Pr="00980DE5">
        <w:rPr>
          <w:b/>
          <w:szCs w:val="18"/>
          <w:u w:val="single"/>
        </w:rPr>
        <w:instrText xml:space="preserve"> FORMTEXT </w:instrText>
      </w:r>
      <w:r w:rsidRPr="00980DE5">
        <w:rPr>
          <w:b/>
          <w:szCs w:val="18"/>
          <w:u w:val="single"/>
        </w:rPr>
      </w:r>
      <w:r w:rsidRPr="00980DE5">
        <w:rPr>
          <w:b/>
          <w:szCs w:val="18"/>
          <w:u w:val="single"/>
        </w:rPr>
        <w:fldChar w:fldCharType="separate"/>
      </w:r>
      <w:r w:rsidRPr="00980DE5">
        <w:rPr>
          <w:b/>
          <w:noProof/>
          <w:szCs w:val="18"/>
          <w:u w:val="single"/>
        </w:rPr>
        <w:t>MODELO</w:t>
      </w:r>
      <w:r>
        <w:rPr>
          <w:b/>
          <w:noProof/>
          <w:szCs w:val="18"/>
          <w:u w:val="single"/>
        </w:rPr>
        <w:t xml:space="preserve"> </w:t>
      </w:r>
      <w:r w:rsidR="00CA2621">
        <w:rPr>
          <w:b/>
          <w:noProof/>
          <w:szCs w:val="18"/>
          <w:u w:val="single"/>
        </w:rPr>
        <w:t>2</w:t>
      </w:r>
      <w:r>
        <w:rPr>
          <w:b/>
          <w:noProof/>
          <w:szCs w:val="18"/>
          <w:u w:val="single"/>
        </w:rPr>
        <w:t xml:space="preserve"> - CONTRAPARTIDA </w:t>
      </w:r>
      <w:r w:rsidR="00D41808">
        <w:rPr>
          <w:b/>
          <w:noProof/>
          <w:szCs w:val="18"/>
          <w:u w:val="single"/>
        </w:rPr>
        <w:t>FÍSICA</w:t>
      </w:r>
      <w:r w:rsidRPr="00980DE5">
        <w:rPr>
          <w:b/>
          <w:szCs w:val="18"/>
          <w:u w:val="single"/>
        </w:rPr>
        <w:fldChar w:fldCharType="end"/>
      </w:r>
    </w:p>
    <w:p w14:paraId="1B98817C" w14:textId="77777777" w:rsidR="009B4EED" w:rsidRDefault="009B4EED" w:rsidP="00886E6E"/>
    <w:p w14:paraId="44AC3B40" w14:textId="77777777" w:rsidR="009B4EED" w:rsidRDefault="009B4EED" w:rsidP="00886E6E"/>
    <w:p w14:paraId="1E69F1D9" w14:textId="77777777" w:rsidR="009B4EED" w:rsidRPr="00AC406C" w:rsidRDefault="009B4EED" w:rsidP="00886E6E"/>
    <w:p w14:paraId="616FE560" w14:textId="77777777" w:rsidR="00886E6E" w:rsidRDefault="00886E6E" w:rsidP="00886E6E"/>
    <w:p w14:paraId="1CBF8206" w14:textId="77777777" w:rsidR="009831B6" w:rsidRDefault="009831B6" w:rsidP="00886E6E"/>
    <w:p w14:paraId="79EBD41A" w14:textId="77777777" w:rsidR="009831B6" w:rsidRDefault="009831B6" w:rsidP="00886E6E"/>
    <w:p w14:paraId="6734E4ED" w14:textId="77777777" w:rsidR="00886E6E" w:rsidRPr="009831B6" w:rsidRDefault="00886E6E" w:rsidP="00886E6E">
      <w:pPr>
        <w:jc w:val="center"/>
        <w:rPr>
          <w:b/>
        </w:rPr>
      </w:pPr>
      <w:r w:rsidRPr="009831B6">
        <w:rPr>
          <w:b/>
        </w:rPr>
        <w:t>DECLARAÇÃO</w:t>
      </w:r>
    </w:p>
    <w:p w14:paraId="733F3F1F" w14:textId="77777777" w:rsidR="00886E6E" w:rsidRDefault="00886E6E" w:rsidP="009B4EED"/>
    <w:p w14:paraId="5C657F19" w14:textId="77777777" w:rsidR="009B4EED" w:rsidRDefault="009B4EED" w:rsidP="009B4EED"/>
    <w:p w14:paraId="3CC9BF38" w14:textId="77777777" w:rsidR="009B4EED" w:rsidRDefault="009B4EED" w:rsidP="009B4EED"/>
    <w:p w14:paraId="22B998B8" w14:textId="77777777" w:rsidR="009B4EED" w:rsidRPr="00AC406C" w:rsidRDefault="009B4EED" w:rsidP="009B4EED"/>
    <w:p w14:paraId="4524885C" w14:textId="77777777" w:rsidR="00886E6E" w:rsidRPr="00AC406C" w:rsidRDefault="00886E6E" w:rsidP="009B4EED"/>
    <w:p w14:paraId="25901022" w14:textId="77777777" w:rsidR="00886E6E" w:rsidRDefault="00886E6E" w:rsidP="00886E6E">
      <w:pPr>
        <w:ind w:firstLine="708"/>
        <w:jc w:val="both"/>
      </w:pPr>
      <w:r w:rsidRPr="00AC406C">
        <w:t xml:space="preserve">Declaro, sob as penas da Lei, </w:t>
      </w:r>
      <w:r w:rsidR="00CA2621" w:rsidRPr="00CA2621">
        <w:t xml:space="preserve">que dispomos de recursos humanos e materiais correspondentes ao valor de R$ </w:t>
      </w:r>
      <w:r w:rsidR="00CA2621" w:rsidRPr="00CA2621">
        <w:rPr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A2621" w:rsidRPr="00CA2621">
        <w:rPr>
          <w:szCs w:val="18"/>
          <w:u w:val="single"/>
        </w:rPr>
        <w:instrText xml:space="preserve"> FORMTEXT </w:instrText>
      </w:r>
      <w:r w:rsidR="00CA2621" w:rsidRPr="00CA2621">
        <w:rPr>
          <w:szCs w:val="18"/>
          <w:u w:val="single"/>
        </w:rPr>
      </w:r>
      <w:r w:rsidR="00CA2621" w:rsidRPr="00CA2621">
        <w:rPr>
          <w:szCs w:val="18"/>
          <w:u w:val="single"/>
        </w:rPr>
        <w:fldChar w:fldCharType="separate"/>
      </w:r>
      <w:r w:rsidR="00CA2621" w:rsidRPr="00CA2621">
        <w:rPr>
          <w:noProof/>
          <w:szCs w:val="18"/>
          <w:u w:val="single"/>
        </w:rPr>
        <w:t> </w:t>
      </w:r>
      <w:r w:rsidR="00CA2621" w:rsidRPr="00CA2621">
        <w:rPr>
          <w:noProof/>
          <w:szCs w:val="18"/>
          <w:u w:val="single"/>
        </w:rPr>
        <w:t> </w:t>
      </w:r>
      <w:r w:rsidR="00CA2621" w:rsidRPr="00CA2621">
        <w:rPr>
          <w:noProof/>
          <w:szCs w:val="18"/>
          <w:u w:val="single"/>
        </w:rPr>
        <w:t> </w:t>
      </w:r>
      <w:r w:rsidR="00CA2621" w:rsidRPr="00CA2621">
        <w:rPr>
          <w:noProof/>
          <w:szCs w:val="18"/>
          <w:u w:val="single"/>
        </w:rPr>
        <w:t> </w:t>
      </w:r>
      <w:r w:rsidR="00CA2621" w:rsidRPr="00CA2621">
        <w:rPr>
          <w:noProof/>
          <w:szCs w:val="18"/>
          <w:u w:val="single"/>
        </w:rPr>
        <w:t> </w:t>
      </w:r>
      <w:r w:rsidR="00CA2621" w:rsidRPr="00CA2621">
        <w:rPr>
          <w:szCs w:val="18"/>
          <w:u w:val="single"/>
        </w:rPr>
        <w:fldChar w:fldCharType="end"/>
      </w:r>
      <w:r w:rsidR="00CA2621" w:rsidRPr="00CA2621">
        <w:t>, para participação, a título de</w:t>
      </w:r>
      <w:r w:rsidRPr="00AC406C">
        <w:t xml:space="preserve"> </w:t>
      </w:r>
      <w:r>
        <w:t>C</w:t>
      </w:r>
      <w:r w:rsidRPr="00AC406C">
        <w:t>ontrapartida</w:t>
      </w:r>
      <w:r w:rsidR="00BE6DE9">
        <w:t xml:space="preserve"> Física</w:t>
      </w:r>
      <w:r w:rsidRPr="00AC406C">
        <w:t xml:space="preserve">, no repasse de recursos destinados a </w:t>
      </w:r>
      <w:r w:rsidRPr="00CB71F0">
        <w:rPr>
          <w:highlight w:val="lightGray"/>
        </w:rPr>
        <w:t>(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especificar o projeto a ser atendido com os recursos do repasse, incluindo programa, localidade e número da operação, conforme o caso"/>
              <w:format w:val="Minúsculas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especificar o projeto a ser atendido com os recursos do repasse, incluindo programa, localidade e número da operação, conforme o caso</w:t>
      </w:r>
      <w:r>
        <w:rPr>
          <w:szCs w:val="18"/>
          <w:u w:val="single"/>
        </w:rPr>
        <w:fldChar w:fldCharType="end"/>
      </w:r>
      <w:r w:rsidRPr="00CB71F0">
        <w:rPr>
          <w:highlight w:val="lightGray"/>
        </w:rPr>
        <w:t>).</w:t>
      </w:r>
    </w:p>
    <w:p w14:paraId="22C7B29C" w14:textId="77777777" w:rsidR="00CA2621" w:rsidRDefault="00CA2621" w:rsidP="00886E6E">
      <w:pPr>
        <w:ind w:firstLine="708"/>
        <w:jc w:val="both"/>
      </w:pPr>
    </w:p>
    <w:p w14:paraId="621BBE5F" w14:textId="77777777" w:rsidR="00CA2621" w:rsidRPr="00AC406C" w:rsidRDefault="00CA2621" w:rsidP="00886E6E">
      <w:pPr>
        <w:ind w:firstLine="708"/>
        <w:jc w:val="both"/>
      </w:pPr>
    </w:p>
    <w:p w14:paraId="5D632916" w14:textId="77777777" w:rsidR="00886E6E" w:rsidRDefault="00886E6E" w:rsidP="009B4EED"/>
    <w:p w14:paraId="402C2462" w14:textId="77777777" w:rsidR="009B4EED" w:rsidRDefault="009B4EED" w:rsidP="009B4EED"/>
    <w:p w14:paraId="787C92F3" w14:textId="77777777" w:rsidR="009B4EED" w:rsidRPr="00AC406C" w:rsidRDefault="009B4EED" w:rsidP="009B4EED"/>
    <w:p w14:paraId="5E1E5BD4" w14:textId="77777777" w:rsidR="009B4EED" w:rsidRDefault="009B4EED" w:rsidP="009B4EED">
      <w:pPr>
        <w:spacing w:before="120"/>
        <w:rPr>
          <w:rFonts w:cs="Arial"/>
        </w:rPr>
      </w:pPr>
      <w:r w:rsidRPr="00785B74">
        <w:rPr>
          <w:rFonts w:cs="Arial"/>
          <w:u w:val="single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Pr="00785B74">
        <w:rPr>
          <w:rFonts w:cs="Arial"/>
          <w:u w:val="single"/>
        </w:rPr>
        <w:instrText xml:space="preserve"> FORMTEXT </w:instrText>
      </w:r>
      <w:r w:rsidRPr="00785B74">
        <w:rPr>
          <w:rFonts w:cs="Arial"/>
          <w:u w:val="single"/>
        </w:rPr>
      </w:r>
      <w:r w:rsidRPr="00785B74">
        <w:rPr>
          <w:rFonts w:cs="Arial"/>
          <w:u w:val="single"/>
        </w:rPr>
        <w:fldChar w:fldCharType="separate"/>
      </w:r>
      <w:r w:rsidRPr="00785B74">
        <w:rPr>
          <w:rFonts w:eastAsia="MS Mincho" w:cs="Arial"/>
          <w:noProof/>
          <w:u w:val="single"/>
        </w:rPr>
        <w:t>Local, data</w:t>
      </w:r>
      <w:r w:rsidRPr="00785B74">
        <w:rPr>
          <w:rFonts w:cs="Arial"/>
          <w:u w:val="single"/>
        </w:rPr>
        <w:fldChar w:fldCharType="end"/>
      </w:r>
    </w:p>
    <w:p w14:paraId="4DB5AF0E" w14:textId="77777777" w:rsidR="00886E6E" w:rsidRDefault="00886E6E" w:rsidP="00886E6E"/>
    <w:p w14:paraId="4E097A29" w14:textId="77777777" w:rsidR="009B4EED" w:rsidRPr="00AC406C" w:rsidRDefault="009B4EED" w:rsidP="00886E6E"/>
    <w:p w14:paraId="5CA05B12" w14:textId="77777777" w:rsidR="00886E6E" w:rsidRPr="00AC406C" w:rsidRDefault="00886E6E" w:rsidP="00886E6E"/>
    <w:p w14:paraId="0ED2BC20" w14:textId="77777777" w:rsidR="00DD1DC7" w:rsidRDefault="00DD1DC7" w:rsidP="00DD1DC7">
      <w:pPr>
        <w:jc w:val="center"/>
      </w:pPr>
      <w:r>
        <w:t>_______________________________________________________________</w:t>
      </w:r>
    </w:p>
    <w:p w14:paraId="4587D165" w14:textId="77777777" w:rsidR="00DD1DC7" w:rsidRPr="00AC406C" w:rsidRDefault="00DD1DC7" w:rsidP="00DD1DC7">
      <w:pPr>
        <w:jc w:val="center"/>
      </w:pPr>
      <w:r>
        <w:t>Assinatura do representante legal da Entidade Responsável pela Contrapartida</w:t>
      </w:r>
    </w:p>
    <w:p w14:paraId="0678EB42" w14:textId="77777777" w:rsidR="00DD1DC7" w:rsidRPr="005C25F6" w:rsidRDefault="00DD1DC7" w:rsidP="00DD1DC7">
      <w:pPr>
        <w:spacing w:before="120"/>
        <w:jc w:val="center"/>
        <w:rPr>
          <w:rFonts w:cs="Arial"/>
          <w:u w:val="single"/>
        </w:rPr>
      </w:pPr>
      <w:r w:rsidRPr="005B4306">
        <w:rPr>
          <w:rFonts w:cs="Arial"/>
        </w:rPr>
        <w:t xml:space="preserve">Cargo/Função: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43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szCs w:val="18"/>
          <w:u w:val="single"/>
        </w:rPr>
        <w:fldChar w:fldCharType="end"/>
      </w:r>
    </w:p>
    <w:p w14:paraId="67E5F51A" w14:textId="77777777" w:rsidR="00DD1DC7" w:rsidRDefault="00DD1DC7" w:rsidP="00DD1DC7">
      <w:pPr>
        <w:spacing w:before="120"/>
        <w:rPr>
          <w:rFonts w:cs="Arial"/>
        </w:rPr>
      </w:pPr>
    </w:p>
    <w:p w14:paraId="7BF8D423" w14:textId="77777777" w:rsidR="00DD1DC7" w:rsidRDefault="00DD1DC7" w:rsidP="00DD1DC7"/>
    <w:p w14:paraId="13EF3FEC" w14:textId="77777777" w:rsidR="00DD1DC7" w:rsidRPr="009B4EED" w:rsidRDefault="00DD1DC7" w:rsidP="00DD1DC7"/>
    <w:p w14:paraId="5C74084A" w14:textId="77777777" w:rsidR="00DD1DC7" w:rsidRPr="009B4EED" w:rsidRDefault="00DD1DC7" w:rsidP="00DD1DC7"/>
    <w:p w14:paraId="6A6EEAA1" w14:textId="77777777" w:rsidR="00DD1DC7" w:rsidRDefault="00DD1DC7" w:rsidP="00DD1DC7">
      <w:pPr>
        <w:jc w:val="center"/>
      </w:pPr>
      <w:r>
        <w:t>_______________________________________________________________</w:t>
      </w:r>
    </w:p>
    <w:p w14:paraId="3C2C03F8" w14:textId="77777777" w:rsidR="00DD1DC7" w:rsidRPr="00AC406C" w:rsidRDefault="00DD1DC7" w:rsidP="00DD1DC7">
      <w:pPr>
        <w:jc w:val="center"/>
      </w:pPr>
      <w:r>
        <w:t>Assinatura do representante legal do Ente Proponente</w:t>
      </w:r>
    </w:p>
    <w:p w14:paraId="7FA126FE" w14:textId="77777777" w:rsidR="00886E6E" w:rsidRDefault="00DD1DC7" w:rsidP="00DD1DC7">
      <w:pPr>
        <w:spacing w:before="120"/>
        <w:jc w:val="center"/>
        <w:rPr>
          <w:szCs w:val="18"/>
          <w:u w:val="single"/>
        </w:rPr>
      </w:pPr>
      <w:r w:rsidRPr="005B4306">
        <w:rPr>
          <w:rFonts w:cs="Arial"/>
        </w:rPr>
        <w:t xml:space="preserve">Cargo/Função: </w:t>
      </w:r>
      <w:r>
        <w:rPr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maxLength w:val="43"/>
            </w:textInput>
          </w:ffData>
        </w:fldChar>
      </w:r>
      <w:r>
        <w:rPr>
          <w:szCs w:val="18"/>
          <w:u w:val="single"/>
        </w:rPr>
        <w:instrText xml:space="preserve"> FORMTEXT </w:instrText>
      </w:r>
      <w:r>
        <w:rPr>
          <w:szCs w:val="18"/>
          <w:u w:val="single"/>
        </w:rPr>
      </w:r>
      <w:r>
        <w:rPr>
          <w:szCs w:val="18"/>
          <w:u w:val="single"/>
        </w:rPr>
        <w:fldChar w:fldCharType="separate"/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noProof/>
          <w:szCs w:val="18"/>
          <w:u w:val="single"/>
        </w:rPr>
        <w:t> </w:t>
      </w:r>
      <w:r>
        <w:rPr>
          <w:szCs w:val="18"/>
          <w:u w:val="single"/>
        </w:rPr>
        <w:fldChar w:fldCharType="end"/>
      </w:r>
    </w:p>
    <w:p w14:paraId="6461DFAC" w14:textId="77777777" w:rsidR="00D26EAE" w:rsidRDefault="00D26EAE" w:rsidP="009831B6"/>
    <w:sectPr w:rsidR="00D26EAE">
      <w:pgSz w:w="11907" w:h="16840" w:code="9"/>
      <w:pgMar w:top="1134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9278A" w14:textId="77777777" w:rsidR="00C6776A" w:rsidRDefault="00C6776A">
      <w:r>
        <w:separator/>
      </w:r>
    </w:p>
  </w:endnote>
  <w:endnote w:type="continuationSeparator" w:id="0">
    <w:p w14:paraId="1296A8D8" w14:textId="77777777" w:rsidR="00C6776A" w:rsidRDefault="00C6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6B573" w14:textId="77777777" w:rsidR="0013248D" w:rsidRDefault="0013248D">
    <w:pPr>
      <w:pStyle w:val="Rodap"/>
      <w:tabs>
        <w:tab w:val="clear" w:pos="4419"/>
        <w:tab w:val="clear" w:pos="8838"/>
        <w:tab w:val="right" w:pos="9639"/>
      </w:tabs>
      <w:rPr>
        <w:sz w:val="16"/>
      </w:rPr>
    </w:pPr>
    <w:r>
      <w:rPr>
        <w:sz w:val="16"/>
      </w:rPr>
      <w:t>28.031 v0</w:t>
    </w:r>
    <w:r w:rsidR="00963C60">
      <w:rPr>
        <w:sz w:val="16"/>
      </w:rPr>
      <w:t>1</w:t>
    </w:r>
    <w:r w:rsidR="00DE4D4D">
      <w:rPr>
        <w:sz w:val="16"/>
      </w:rPr>
      <w:t>4</w:t>
    </w:r>
    <w:r>
      <w:rPr>
        <w:sz w:val="16"/>
      </w:rPr>
      <w:t xml:space="preserve">  micro</w:t>
    </w:r>
    <w:r>
      <w:rPr>
        <w:sz w:val="16"/>
      </w:rPr>
      <w:tab/>
    </w:r>
    <w:r w:rsidR="00226A4B">
      <w:rPr>
        <w:rStyle w:val="Nmerodepgina"/>
      </w:rPr>
      <w:fldChar w:fldCharType="begin"/>
    </w:r>
    <w:r w:rsidR="00226A4B">
      <w:rPr>
        <w:rStyle w:val="Nmerodepgina"/>
      </w:rPr>
      <w:instrText xml:space="preserve"> PAGE </w:instrText>
    </w:r>
    <w:r w:rsidR="00226A4B">
      <w:rPr>
        <w:rStyle w:val="Nmerodepgina"/>
      </w:rPr>
      <w:fldChar w:fldCharType="separate"/>
    </w:r>
    <w:r w:rsidR="001929E5">
      <w:rPr>
        <w:rStyle w:val="Nmerodepgina"/>
        <w:noProof/>
      </w:rPr>
      <w:t>2</w:t>
    </w:r>
    <w:r w:rsidR="00226A4B">
      <w:rPr>
        <w:rStyle w:val="Nmerodepgina"/>
      </w:rPr>
      <w:fldChar w:fldCharType="end"/>
    </w:r>
    <w:r w:rsidR="00226A4B">
      <w:rPr>
        <w:rStyle w:val="Nmerodepgina"/>
      </w:rPr>
      <w:t>/</w:t>
    </w:r>
    <w:r w:rsidR="00226A4B">
      <w:rPr>
        <w:rStyle w:val="Nmerodepgina"/>
      </w:rPr>
      <w:fldChar w:fldCharType="begin"/>
    </w:r>
    <w:r w:rsidR="00226A4B">
      <w:rPr>
        <w:rStyle w:val="Nmerodepgina"/>
      </w:rPr>
      <w:instrText xml:space="preserve"> NUMPAGES </w:instrText>
    </w:r>
    <w:r w:rsidR="00226A4B">
      <w:rPr>
        <w:rStyle w:val="Nmerodepgina"/>
      </w:rPr>
      <w:fldChar w:fldCharType="separate"/>
    </w:r>
    <w:r w:rsidR="001929E5">
      <w:rPr>
        <w:rStyle w:val="Nmerodepgina"/>
        <w:noProof/>
      </w:rPr>
      <w:t>3</w:t>
    </w:r>
    <w:r w:rsidR="00226A4B"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BCAC9" w14:textId="77777777" w:rsidR="00C6776A" w:rsidRDefault="00C6776A">
      <w:r>
        <w:separator/>
      </w:r>
    </w:p>
  </w:footnote>
  <w:footnote w:type="continuationSeparator" w:id="0">
    <w:p w14:paraId="5E57CC68" w14:textId="77777777" w:rsidR="00C6776A" w:rsidRDefault="00C67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85480"/>
    <w:multiLevelType w:val="multilevel"/>
    <w:tmpl w:val="10DC0734"/>
    <w:lvl w:ilvl="0">
      <w:start w:val="1"/>
      <w:numFmt w:val="decimal"/>
      <w:pStyle w:val="Ttulo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C4008C5"/>
    <w:multiLevelType w:val="multilevel"/>
    <w:tmpl w:val="E0D61AAC"/>
    <w:lvl w:ilvl="0">
      <w:start w:val="1"/>
      <w:numFmt w:val="decimal"/>
      <w:pStyle w:val="Normal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Normal2"/>
      <w:lvlText w:val="%1.%2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pStyle w:val="Normal3"/>
      <w:lvlText w:val="%1.%2.%3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pStyle w:val="Normal4"/>
      <w:lvlText w:val="%1.%2.%3.%4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pStyle w:val="Normal5"/>
      <w:lvlText w:val="%1.%2.%3.%4.%5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pStyle w:val="Normal6"/>
      <w:lvlText w:val="%1.%2.%3.%4.%5.%6  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3EB1A73"/>
    <w:multiLevelType w:val="hybridMultilevel"/>
    <w:tmpl w:val="B9FA1E8E"/>
    <w:lvl w:ilvl="0" w:tplc="04160005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80335CB"/>
    <w:multiLevelType w:val="singleLevel"/>
    <w:tmpl w:val="654C8588"/>
    <w:lvl w:ilvl="0">
      <w:start w:val="1"/>
      <w:numFmt w:val="bullet"/>
      <w:pStyle w:val="Marcador"/>
      <w:lvlText w:val="∙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4"/>
      </w:rPr>
    </w:lvl>
  </w:abstractNum>
  <w:abstractNum w:abstractNumId="4" w15:restartNumberingAfterBreak="0">
    <w:nsid w:val="73F13F2D"/>
    <w:multiLevelType w:val="multilevel"/>
    <w:tmpl w:val="04160029"/>
    <w:lvl w:ilvl="0">
      <w:start w:val="1"/>
      <w:numFmt w:val="decimal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72F066B"/>
    <w:multiLevelType w:val="multilevel"/>
    <w:tmpl w:val="B38A679A"/>
    <w:lvl w:ilvl="0">
      <w:start w:val="1"/>
      <w:numFmt w:val="decimal"/>
      <w:pStyle w:val="MNN1"/>
      <w:suff w:val="space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18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79647700">
    <w:abstractNumId w:val="0"/>
  </w:num>
  <w:num w:numId="2" w16cid:durableId="1402798534">
    <w:abstractNumId w:val="1"/>
  </w:num>
  <w:num w:numId="3" w16cid:durableId="980619869">
    <w:abstractNumId w:val="3"/>
  </w:num>
  <w:num w:numId="4" w16cid:durableId="1037511458">
    <w:abstractNumId w:val="4"/>
  </w:num>
  <w:num w:numId="5" w16cid:durableId="1608654868">
    <w:abstractNumId w:val="5"/>
  </w:num>
  <w:num w:numId="6" w16cid:durableId="1597209378">
    <w:abstractNumId w:val="5"/>
  </w:num>
  <w:num w:numId="7" w16cid:durableId="36937952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qzibdesUHavb4/olYqdATkfbl/I8OYrIFn5o6zcJgy7PBzqrQ6B7CaBQU0xPFntytzqFw6PZBRjBb1qP1FLYQ==" w:salt="3mPqdN4zF4YkmhqwgJ+d0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6A"/>
    <w:rsid w:val="00002010"/>
    <w:rsid w:val="0001405F"/>
    <w:rsid w:val="00014433"/>
    <w:rsid w:val="000215A5"/>
    <w:rsid w:val="00025999"/>
    <w:rsid w:val="0002686E"/>
    <w:rsid w:val="0003238F"/>
    <w:rsid w:val="00045075"/>
    <w:rsid w:val="000464C6"/>
    <w:rsid w:val="00052174"/>
    <w:rsid w:val="00054427"/>
    <w:rsid w:val="0006274D"/>
    <w:rsid w:val="00067899"/>
    <w:rsid w:val="00072D12"/>
    <w:rsid w:val="00076002"/>
    <w:rsid w:val="000770CB"/>
    <w:rsid w:val="0008304A"/>
    <w:rsid w:val="000930CB"/>
    <w:rsid w:val="00097A90"/>
    <w:rsid w:val="000A07F7"/>
    <w:rsid w:val="000B564E"/>
    <w:rsid w:val="000C2FC7"/>
    <w:rsid w:val="000D0CDB"/>
    <w:rsid w:val="000E037D"/>
    <w:rsid w:val="000E0C0F"/>
    <w:rsid w:val="000E289A"/>
    <w:rsid w:val="001011F9"/>
    <w:rsid w:val="00101C09"/>
    <w:rsid w:val="001061FF"/>
    <w:rsid w:val="00106372"/>
    <w:rsid w:val="001076CA"/>
    <w:rsid w:val="00111CD6"/>
    <w:rsid w:val="00115831"/>
    <w:rsid w:val="0012371E"/>
    <w:rsid w:val="0013248D"/>
    <w:rsid w:val="00133288"/>
    <w:rsid w:val="001418AF"/>
    <w:rsid w:val="001440F3"/>
    <w:rsid w:val="0014701A"/>
    <w:rsid w:val="00151ED0"/>
    <w:rsid w:val="00153A87"/>
    <w:rsid w:val="00156DA6"/>
    <w:rsid w:val="001709BE"/>
    <w:rsid w:val="00171899"/>
    <w:rsid w:val="00171F4A"/>
    <w:rsid w:val="001929E5"/>
    <w:rsid w:val="00195579"/>
    <w:rsid w:val="00195615"/>
    <w:rsid w:val="001964E0"/>
    <w:rsid w:val="001A0724"/>
    <w:rsid w:val="001B2098"/>
    <w:rsid w:val="001B3C20"/>
    <w:rsid w:val="001B4929"/>
    <w:rsid w:val="001B5185"/>
    <w:rsid w:val="001C3B5E"/>
    <w:rsid w:val="001C754D"/>
    <w:rsid w:val="001E16F0"/>
    <w:rsid w:val="001E467F"/>
    <w:rsid w:val="001F1E5B"/>
    <w:rsid w:val="00205C5C"/>
    <w:rsid w:val="00224A4B"/>
    <w:rsid w:val="00226A4B"/>
    <w:rsid w:val="00230D2E"/>
    <w:rsid w:val="00242C2A"/>
    <w:rsid w:val="00245BB3"/>
    <w:rsid w:val="00257661"/>
    <w:rsid w:val="002640C0"/>
    <w:rsid w:val="002705BF"/>
    <w:rsid w:val="002917F3"/>
    <w:rsid w:val="00293EB2"/>
    <w:rsid w:val="00295B09"/>
    <w:rsid w:val="002B2692"/>
    <w:rsid w:val="002B7C58"/>
    <w:rsid w:val="002C700E"/>
    <w:rsid w:val="002C713A"/>
    <w:rsid w:val="002D22B5"/>
    <w:rsid w:val="002D69B9"/>
    <w:rsid w:val="002E4A4D"/>
    <w:rsid w:val="002F54E1"/>
    <w:rsid w:val="003178F3"/>
    <w:rsid w:val="00320784"/>
    <w:rsid w:val="00324AE2"/>
    <w:rsid w:val="00325711"/>
    <w:rsid w:val="0034044A"/>
    <w:rsid w:val="00344E11"/>
    <w:rsid w:val="0034581A"/>
    <w:rsid w:val="0038692F"/>
    <w:rsid w:val="003A5ADB"/>
    <w:rsid w:val="003B6EB1"/>
    <w:rsid w:val="003B781A"/>
    <w:rsid w:val="003D0296"/>
    <w:rsid w:val="003D06F6"/>
    <w:rsid w:val="003D1112"/>
    <w:rsid w:val="003E447D"/>
    <w:rsid w:val="003E7484"/>
    <w:rsid w:val="003F2FA6"/>
    <w:rsid w:val="00413EEF"/>
    <w:rsid w:val="00422C29"/>
    <w:rsid w:val="0043653A"/>
    <w:rsid w:val="00450C51"/>
    <w:rsid w:val="00455C11"/>
    <w:rsid w:val="004672AE"/>
    <w:rsid w:val="004A03B5"/>
    <w:rsid w:val="004B35E6"/>
    <w:rsid w:val="004B36D2"/>
    <w:rsid w:val="004C43F8"/>
    <w:rsid w:val="004D3BCF"/>
    <w:rsid w:val="004E2CA4"/>
    <w:rsid w:val="004E32D4"/>
    <w:rsid w:val="004F5B17"/>
    <w:rsid w:val="00504C62"/>
    <w:rsid w:val="005066D2"/>
    <w:rsid w:val="005210E6"/>
    <w:rsid w:val="005277CA"/>
    <w:rsid w:val="00547013"/>
    <w:rsid w:val="005704A1"/>
    <w:rsid w:val="005816D2"/>
    <w:rsid w:val="005822FA"/>
    <w:rsid w:val="00584645"/>
    <w:rsid w:val="00585E42"/>
    <w:rsid w:val="0058795A"/>
    <w:rsid w:val="00595C6D"/>
    <w:rsid w:val="005A301A"/>
    <w:rsid w:val="005A5D59"/>
    <w:rsid w:val="005B31B6"/>
    <w:rsid w:val="005B4306"/>
    <w:rsid w:val="005C1D8F"/>
    <w:rsid w:val="005C25F6"/>
    <w:rsid w:val="005C7198"/>
    <w:rsid w:val="005C73C4"/>
    <w:rsid w:val="005D7341"/>
    <w:rsid w:val="005F4C07"/>
    <w:rsid w:val="005F6FB3"/>
    <w:rsid w:val="005F7E2B"/>
    <w:rsid w:val="006204B3"/>
    <w:rsid w:val="00620D75"/>
    <w:rsid w:val="00622F39"/>
    <w:rsid w:val="00642A61"/>
    <w:rsid w:val="00646BB9"/>
    <w:rsid w:val="00651A7F"/>
    <w:rsid w:val="00661A55"/>
    <w:rsid w:val="00673FFC"/>
    <w:rsid w:val="00697980"/>
    <w:rsid w:val="006A7B6D"/>
    <w:rsid w:val="006B093F"/>
    <w:rsid w:val="006B103B"/>
    <w:rsid w:val="006C053C"/>
    <w:rsid w:val="006C1919"/>
    <w:rsid w:val="006D14AC"/>
    <w:rsid w:val="006E4725"/>
    <w:rsid w:val="006E7755"/>
    <w:rsid w:val="006F20AC"/>
    <w:rsid w:val="006F7B61"/>
    <w:rsid w:val="00701D0C"/>
    <w:rsid w:val="00704682"/>
    <w:rsid w:val="007074CA"/>
    <w:rsid w:val="0071665B"/>
    <w:rsid w:val="007215E9"/>
    <w:rsid w:val="00727A9F"/>
    <w:rsid w:val="0073470C"/>
    <w:rsid w:val="007523EF"/>
    <w:rsid w:val="0075556A"/>
    <w:rsid w:val="0076076B"/>
    <w:rsid w:val="00760B71"/>
    <w:rsid w:val="0076246D"/>
    <w:rsid w:val="00765617"/>
    <w:rsid w:val="00765F0B"/>
    <w:rsid w:val="0078179F"/>
    <w:rsid w:val="0078395F"/>
    <w:rsid w:val="00785B74"/>
    <w:rsid w:val="00792304"/>
    <w:rsid w:val="007944E0"/>
    <w:rsid w:val="007A197A"/>
    <w:rsid w:val="007D0AC8"/>
    <w:rsid w:val="007D2B4F"/>
    <w:rsid w:val="007E5E62"/>
    <w:rsid w:val="007E6D81"/>
    <w:rsid w:val="008033D9"/>
    <w:rsid w:val="0081111A"/>
    <w:rsid w:val="008117A1"/>
    <w:rsid w:val="0082387E"/>
    <w:rsid w:val="008267C1"/>
    <w:rsid w:val="008338E8"/>
    <w:rsid w:val="00837E12"/>
    <w:rsid w:val="00864A1A"/>
    <w:rsid w:val="008659AF"/>
    <w:rsid w:val="00870CAE"/>
    <w:rsid w:val="008745CE"/>
    <w:rsid w:val="00876DC1"/>
    <w:rsid w:val="00883ECD"/>
    <w:rsid w:val="00884DEC"/>
    <w:rsid w:val="00886E6E"/>
    <w:rsid w:val="008873BC"/>
    <w:rsid w:val="008A040A"/>
    <w:rsid w:val="008A24D0"/>
    <w:rsid w:val="008B0E62"/>
    <w:rsid w:val="008B7794"/>
    <w:rsid w:val="008D44BA"/>
    <w:rsid w:val="008D5C0F"/>
    <w:rsid w:val="008F6982"/>
    <w:rsid w:val="009130F6"/>
    <w:rsid w:val="009151CA"/>
    <w:rsid w:val="00920C6B"/>
    <w:rsid w:val="00923F5F"/>
    <w:rsid w:val="00924410"/>
    <w:rsid w:val="009468CF"/>
    <w:rsid w:val="00953AFB"/>
    <w:rsid w:val="00957E39"/>
    <w:rsid w:val="00963C60"/>
    <w:rsid w:val="00980DE5"/>
    <w:rsid w:val="00981813"/>
    <w:rsid w:val="00981C63"/>
    <w:rsid w:val="009831B6"/>
    <w:rsid w:val="00997815"/>
    <w:rsid w:val="009A0FDD"/>
    <w:rsid w:val="009A48FD"/>
    <w:rsid w:val="009B3447"/>
    <w:rsid w:val="009B4EED"/>
    <w:rsid w:val="009C079E"/>
    <w:rsid w:val="009C0C8C"/>
    <w:rsid w:val="009C1817"/>
    <w:rsid w:val="009C2184"/>
    <w:rsid w:val="009D559B"/>
    <w:rsid w:val="009D7B69"/>
    <w:rsid w:val="009E4B8A"/>
    <w:rsid w:val="009E7939"/>
    <w:rsid w:val="009F23BD"/>
    <w:rsid w:val="00A5568E"/>
    <w:rsid w:val="00A825B8"/>
    <w:rsid w:val="00A8608A"/>
    <w:rsid w:val="00A91AA5"/>
    <w:rsid w:val="00A92238"/>
    <w:rsid w:val="00A93722"/>
    <w:rsid w:val="00A947F7"/>
    <w:rsid w:val="00A96B43"/>
    <w:rsid w:val="00A973BF"/>
    <w:rsid w:val="00AA0553"/>
    <w:rsid w:val="00AA1F65"/>
    <w:rsid w:val="00AA6ED8"/>
    <w:rsid w:val="00AB4C88"/>
    <w:rsid w:val="00AB4E62"/>
    <w:rsid w:val="00AD5B88"/>
    <w:rsid w:val="00AE666D"/>
    <w:rsid w:val="00AF4145"/>
    <w:rsid w:val="00B03EA4"/>
    <w:rsid w:val="00B105BC"/>
    <w:rsid w:val="00B12CDD"/>
    <w:rsid w:val="00B23660"/>
    <w:rsid w:val="00B330B0"/>
    <w:rsid w:val="00B33C41"/>
    <w:rsid w:val="00B342EE"/>
    <w:rsid w:val="00B40664"/>
    <w:rsid w:val="00B40CE2"/>
    <w:rsid w:val="00B436D8"/>
    <w:rsid w:val="00B51644"/>
    <w:rsid w:val="00B84787"/>
    <w:rsid w:val="00B9374C"/>
    <w:rsid w:val="00B939B7"/>
    <w:rsid w:val="00B965B0"/>
    <w:rsid w:val="00BA226D"/>
    <w:rsid w:val="00BA527F"/>
    <w:rsid w:val="00BA59E6"/>
    <w:rsid w:val="00BA5C28"/>
    <w:rsid w:val="00BB7110"/>
    <w:rsid w:val="00BC2791"/>
    <w:rsid w:val="00BE6DE9"/>
    <w:rsid w:val="00BF1A97"/>
    <w:rsid w:val="00BF36DA"/>
    <w:rsid w:val="00C00657"/>
    <w:rsid w:val="00C0595E"/>
    <w:rsid w:val="00C25B31"/>
    <w:rsid w:val="00C3121B"/>
    <w:rsid w:val="00C42618"/>
    <w:rsid w:val="00C44A6F"/>
    <w:rsid w:val="00C5607C"/>
    <w:rsid w:val="00C637BA"/>
    <w:rsid w:val="00C6776A"/>
    <w:rsid w:val="00C722DB"/>
    <w:rsid w:val="00C74164"/>
    <w:rsid w:val="00C91499"/>
    <w:rsid w:val="00C946B5"/>
    <w:rsid w:val="00CA1CAA"/>
    <w:rsid w:val="00CA2621"/>
    <w:rsid w:val="00CB3104"/>
    <w:rsid w:val="00CB45A8"/>
    <w:rsid w:val="00CB6DF2"/>
    <w:rsid w:val="00CB71F0"/>
    <w:rsid w:val="00CC67BE"/>
    <w:rsid w:val="00CC7CCB"/>
    <w:rsid w:val="00CF19FE"/>
    <w:rsid w:val="00D110A2"/>
    <w:rsid w:val="00D2007C"/>
    <w:rsid w:val="00D22EC5"/>
    <w:rsid w:val="00D26EAE"/>
    <w:rsid w:val="00D3031F"/>
    <w:rsid w:val="00D30E36"/>
    <w:rsid w:val="00D35F49"/>
    <w:rsid w:val="00D40210"/>
    <w:rsid w:val="00D41808"/>
    <w:rsid w:val="00D519BE"/>
    <w:rsid w:val="00D56158"/>
    <w:rsid w:val="00D61E6F"/>
    <w:rsid w:val="00DB3411"/>
    <w:rsid w:val="00DD0FE5"/>
    <w:rsid w:val="00DD154A"/>
    <w:rsid w:val="00DD1DC7"/>
    <w:rsid w:val="00DD6F2A"/>
    <w:rsid w:val="00DE4D4D"/>
    <w:rsid w:val="00DF3EC4"/>
    <w:rsid w:val="00E0085A"/>
    <w:rsid w:val="00E01F86"/>
    <w:rsid w:val="00E03E5C"/>
    <w:rsid w:val="00E12A05"/>
    <w:rsid w:val="00E25B62"/>
    <w:rsid w:val="00E32D41"/>
    <w:rsid w:val="00E43868"/>
    <w:rsid w:val="00E50CB0"/>
    <w:rsid w:val="00E617E6"/>
    <w:rsid w:val="00E724C9"/>
    <w:rsid w:val="00E80877"/>
    <w:rsid w:val="00E9105D"/>
    <w:rsid w:val="00EA4C6B"/>
    <w:rsid w:val="00EA5817"/>
    <w:rsid w:val="00EB110F"/>
    <w:rsid w:val="00EB5AB5"/>
    <w:rsid w:val="00EC2D87"/>
    <w:rsid w:val="00ED3102"/>
    <w:rsid w:val="00ED3A23"/>
    <w:rsid w:val="00EE3BFD"/>
    <w:rsid w:val="00EE4631"/>
    <w:rsid w:val="00EE59C6"/>
    <w:rsid w:val="00EF007B"/>
    <w:rsid w:val="00EF084A"/>
    <w:rsid w:val="00EF201E"/>
    <w:rsid w:val="00F1589C"/>
    <w:rsid w:val="00F21532"/>
    <w:rsid w:val="00F53A55"/>
    <w:rsid w:val="00F826C1"/>
    <w:rsid w:val="00F848CD"/>
    <w:rsid w:val="00F87902"/>
    <w:rsid w:val="00F95930"/>
    <w:rsid w:val="00FA0A1F"/>
    <w:rsid w:val="00FA49DD"/>
    <w:rsid w:val="00FB2762"/>
    <w:rsid w:val="00FB39F7"/>
    <w:rsid w:val="00FB67A4"/>
    <w:rsid w:val="00FC4028"/>
    <w:rsid w:val="00FC618A"/>
    <w:rsid w:val="00FD2B35"/>
    <w:rsid w:val="00FD4D66"/>
    <w:rsid w:val="00FD61A8"/>
    <w:rsid w:val="00FE5BED"/>
    <w:rsid w:val="00FF771D"/>
    <w:rsid w:val="00FF7850"/>
    <w:rsid w:val="00FF7998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67BDFB"/>
  <w15:chartTrackingRefBased/>
  <w15:docId w15:val="{2F955AEF-59C1-43E1-AF20-1B90E340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</w:rPr>
  </w:style>
  <w:style w:type="paragraph" w:styleId="Ttulo3">
    <w:name w:val="heading 3"/>
    <w:basedOn w:val="Normal3"/>
    <w:next w:val="Normal4"/>
    <w:qFormat/>
    <w:pPr>
      <w:keepNext/>
      <w:tabs>
        <w:tab w:val="left" w:pos="1276"/>
      </w:tabs>
      <w:spacing w:before="240"/>
      <w:ind w:left="1276" w:hanging="1276"/>
    </w:pPr>
    <w:rPr>
      <w:b/>
      <w:caps/>
    </w:rPr>
  </w:style>
  <w:style w:type="paragraph" w:styleId="Ttulo4">
    <w:name w:val="heading 4"/>
    <w:basedOn w:val="Normal"/>
    <w:next w:val="Normal"/>
    <w:qFormat/>
    <w:pPr>
      <w:keepNext/>
      <w:widowControl w:val="0"/>
      <w:jc w:val="both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 Narrow" w:hAnsi="Arial Narrow"/>
      <w:b/>
      <w:sz w:val="1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4"/>
      </w:numPr>
      <w:jc w:val="both"/>
      <w:outlineLvl w:val="5"/>
    </w:pPr>
    <w:rPr>
      <w:rFonts w:ascii="Swis721 BT" w:hAnsi="Swis721 BT"/>
      <w:b/>
      <w:i/>
      <w:spacing w:val="10"/>
      <w:sz w:val="16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4"/>
      </w:numPr>
      <w:jc w:val="both"/>
      <w:outlineLvl w:val="6"/>
    </w:pPr>
    <w:rPr>
      <w:rFonts w:ascii="Swis721 BT" w:hAnsi="Swis721 BT"/>
      <w:b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4"/>
      </w:numPr>
      <w:ind w:right="284"/>
      <w:jc w:val="both"/>
      <w:outlineLvl w:val="7"/>
    </w:pPr>
    <w:rPr>
      <w:rFonts w:ascii="Swis721 BT" w:hAnsi="Swis721 BT"/>
      <w:b/>
    </w:rPr>
  </w:style>
  <w:style w:type="paragraph" w:styleId="Ttulo9">
    <w:name w:val="heading 9"/>
    <w:basedOn w:val="Normal"/>
    <w:next w:val="Normal"/>
    <w:qFormat/>
    <w:pPr>
      <w:numPr>
        <w:ilvl w:val="8"/>
        <w:numId w:val="4"/>
      </w:numPr>
      <w:spacing w:before="240" w:after="60"/>
      <w:outlineLvl w:val="8"/>
    </w:pPr>
    <w:rPr>
      <w:b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3">
    <w:name w:val="Normal 3"/>
    <w:basedOn w:val="Normal"/>
    <w:pPr>
      <w:keepLines/>
      <w:numPr>
        <w:ilvl w:val="2"/>
        <w:numId w:val="2"/>
      </w:numPr>
      <w:tabs>
        <w:tab w:val="clear" w:pos="720"/>
      </w:tabs>
      <w:spacing w:before="120"/>
      <w:jc w:val="both"/>
      <w:outlineLvl w:val="2"/>
    </w:pPr>
    <w:rPr>
      <w:spacing w:val="10"/>
    </w:rPr>
  </w:style>
  <w:style w:type="paragraph" w:customStyle="1" w:styleId="Normal4">
    <w:name w:val="Normal 4"/>
    <w:basedOn w:val="Normal"/>
    <w:pPr>
      <w:keepLines/>
      <w:numPr>
        <w:ilvl w:val="3"/>
        <w:numId w:val="2"/>
      </w:numPr>
      <w:tabs>
        <w:tab w:val="clear" w:pos="1080"/>
      </w:tabs>
      <w:spacing w:before="120"/>
      <w:jc w:val="both"/>
      <w:outlineLvl w:val="3"/>
    </w:pPr>
    <w:rPr>
      <w:spacing w:val="1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Corpodetexto">
    <w:name w:val="Body Text"/>
    <w:basedOn w:val="Normal"/>
    <w:pPr>
      <w:jc w:val="both"/>
    </w:pPr>
    <w:rPr>
      <w:rFonts w:ascii="Arial Narrow" w:hAnsi="Arial Narrow"/>
    </w:rPr>
  </w:style>
  <w:style w:type="character" w:styleId="Hyperlink">
    <w:name w:val="Hyperlink"/>
    <w:rPr>
      <w:color w:val="0000FF"/>
      <w:u w:val="single"/>
    </w:rPr>
  </w:style>
  <w:style w:type="paragraph" w:customStyle="1" w:styleId="Normal1">
    <w:name w:val="Normal 1"/>
    <w:basedOn w:val="Normal"/>
    <w:next w:val="Normal2"/>
    <w:pPr>
      <w:keepLines/>
      <w:numPr>
        <w:numId w:val="2"/>
      </w:numPr>
      <w:tabs>
        <w:tab w:val="clear" w:pos="360"/>
      </w:tabs>
      <w:spacing w:before="120"/>
      <w:jc w:val="both"/>
      <w:outlineLvl w:val="0"/>
    </w:pPr>
    <w:rPr>
      <w:spacing w:val="10"/>
    </w:rPr>
  </w:style>
  <w:style w:type="paragraph" w:customStyle="1" w:styleId="Normal2">
    <w:name w:val="Normal 2"/>
    <w:basedOn w:val="Normal"/>
    <w:pPr>
      <w:keepLines/>
      <w:numPr>
        <w:ilvl w:val="1"/>
        <w:numId w:val="2"/>
      </w:numPr>
      <w:tabs>
        <w:tab w:val="clear" w:pos="720"/>
      </w:tabs>
      <w:spacing w:before="120"/>
      <w:jc w:val="both"/>
      <w:outlineLvl w:val="1"/>
    </w:pPr>
    <w:rPr>
      <w:spacing w:val="10"/>
    </w:rPr>
  </w:style>
  <w:style w:type="paragraph" w:customStyle="1" w:styleId="Normal5">
    <w:name w:val="Normal 5"/>
    <w:basedOn w:val="Normal"/>
    <w:pPr>
      <w:keepLines/>
      <w:numPr>
        <w:ilvl w:val="4"/>
        <w:numId w:val="2"/>
      </w:numPr>
      <w:tabs>
        <w:tab w:val="clear" w:pos="1080"/>
      </w:tabs>
      <w:spacing w:before="120"/>
      <w:jc w:val="both"/>
      <w:outlineLvl w:val="4"/>
    </w:pPr>
    <w:rPr>
      <w:spacing w:val="10"/>
    </w:rPr>
  </w:style>
  <w:style w:type="paragraph" w:customStyle="1" w:styleId="Marcador">
    <w:name w:val="Marcador"/>
    <w:basedOn w:val="Normal"/>
    <w:pPr>
      <w:keepLines/>
      <w:numPr>
        <w:numId w:val="3"/>
      </w:numPr>
      <w:tabs>
        <w:tab w:val="clear" w:pos="360"/>
      </w:tabs>
      <w:spacing w:line="240" w:lineRule="exact"/>
      <w:ind w:left="142" w:hanging="142"/>
      <w:jc w:val="both"/>
    </w:pPr>
    <w:rPr>
      <w:spacing w:val="10"/>
    </w:rPr>
  </w:style>
  <w:style w:type="paragraph" w:customStyle="1" w:styleId="Normal6">
    <w:name w:val="Normal 6"/>
    <w:basedOn w:val="Normal"/>
    <w:pPr>
      <w:keepLines/>
      <w:numPr>
        <w:ilvl w:val="5"/>
        <w:numId w:val="2"/>
      </w:numPr>
      <w:tabs>
        <w:tab w:val="clear" w:pos="1080"/>
      </w:tabs>
      <w:spacing w:before="120"/>
      <w:jc w:val="both"/>
      <w:outlineLvl w:val="5"/>
    </w:pPr>
    <w:rPr>
      <w:spacing w:val="10"/>
    </w:rPr>
  </w:style>
  <w:style w:type="paragraph" w:styleId="Recuodecorpodetexto2">
    <w:name w:val="Body Text Indent 2"/>
    <w:basedOn w:val="Normal"/>
    <w:pPr>
      <w:keepLines/>
      <w:spacing w:before="60"/>
      <w:ind w:left="851" w:hanging="142"/>
      <w:jc w:val="both"/>
    </w:pPr>
    <w:rPr>
      <w:spacing w:val="10"/>
    </w:rPr>
  </w:style>
  <w:style w:type="paragraph" w:styleId="Recuodecorpodetexto3">
    <w:name w:val="Body Text Indent 3"/>
    <w:basedOn w:val="Normal"/>
    <w:pPr>
      <w:keepLines/>
      <w:spacing w:before="60"/>
      <w:ind w:firstLine="709"/>
      <w:jc w:val="both"/>
    </w:pPr>
    <w:rPr>
      <w:spacing w:val="10"/>
    </w:rPr>
  </w:style>
  <w:style w:type="paragraph" w:customStyle="1" w:styleId="Prefcio1">
    <w:name w:val="Prefácio1"/>
    <w:basedOn w:val="Prefcio"/>
    <w:pPr>
      <w:spacing w:before="340"/>
    </w:pPr>
    <w:rPr>
      <w:b/>
      <w:caps/>
    </w:rPr>
  </w:style>
  <w:style w:type="paragraph" w:customStyle="1" w:styleId="Prefcio">
    <w:name w:val="Prefácio"/>
    <w:basedOn w:val="Normal"/>
    <w:pPr>
      <w:keepLines/>
      <w:jc w:val="both"/>
    </w:pPr>
    <w:rPr>
      <w:spacing w:val="10"/>
    </w:rPr>
  </w:style>
  <w:style w:type="paragraph" w:styleId="Legenda">
    <w:name w:val="caption"/>
    <w:basedOn w:val="Normal"/>
    <w:next w:val="Normal"/>
    <w:qFormat/>
    <w:pPr>
      <w:jc w:val="both"/>
    </w:pPr>
    <w:rPr>
      <w:rFonts w:ascii="Arial Narrow" w:hAnsi="Arial Narrow"/>
      <w:b/>
      <w:snapToGrid w:val="0"/>
      <w:sz w:val="22"/>
    </w:rPr>
  </w:style>
  <w:style w:type="paragraph" w:styleId="Ttulodendiceremissivo">
    <w:name w:val="index heading"/>
    <w:basedOn w:val="Normal"/>
    <w:next w:val="Remissivo1"/>
    <w:semiHidden/>
    <w:pPr>
      <w:keepLines/>
      <w:spacing w:before="60"/>
      <w:jc w:val="both"/>
    </w:pPr>
    <w:rPr>
      <w:b/>
      <w:spacing w:val="10"/>
    </w:rPr>
  </w:style>
  <w:style w:type="paragraph" w:styleId="Remissivo1">
    <w:name w:val="index 1"/>
    <w:basedOn w:val="Normal"/>
    <w:next w:val="Normal"/>
    <w:autoRedefine/>
    <w:semiHidden/>
    <w:pPr>
      <w:keepLines/>
      <w:spacing w:before="60"/>
      <w:ind w:left="180" w:hanging="180"/>
      <w:jc w:val="both"/>
    </w:pPr>
    <w:rPr>
      <w:spacing w:val="10"/>
    </w:rPr>
  </w:style>
  <w:style w:type="paragraph" w:styleId="Sumrio1">
    <w:name w:val="toc 1"/>
    <w:basedOn w:val="Normal"/>
    <w:next w:val="Normal"/>
    <w:autoRedefine/>
    <w:semiHidden/>
    <w:rPr>
      <w:sz w:val="14"/>
    </w:rPr>
  </w:style>
  <w:style w:type="paragraph" w:styleId="Recuodecorpodetexto">
    <w:name w:val="Body Text Indent"/>
    <w:basedOn w:val="Normal"/>
    <w:pPr>
      <w:ind w:left="993"/>
      <w:jc w:val="both"/>
    </w:pPr>
  </w:style>
  <w:style w:type="paragraph" w:styleId="Corpodetexto3">
    <w:name w:val="Body Text 3"/>
    <w:basedOn w:val="Normal"/>
    <w:pPr>
      <w:tabs>
        <w:tab w:val="left" w:pos="567"/>
      </w:tabs>
      <w:jc w:val="both"/>
    </w:pPr>
    <w:rPr>
      <w:rFonts w:ascii="Swis721 BT" w:hAnsi="Swis721 BT"/>
      <w:spacing w:val="10"/>
    </w:rPr>
  </w:style>
  <w:style w:type="paragraph" w:styleId="Sumrio8">
    <w:name w:val="toc 8"/>
    <w:basedOn w:val="Normal"/>
    <w:next w:val="Normal"/>
    <w:autoRedefine/>
    <w:semiHidden/>
    <w:pPr>
      <w:keepLines/>
      <w:spacing w:before="60"/>
    </w:pPr>
    <w:rPr>
      <w:spacing w:val="10"/>
    </w:rPr>
  </w:style>
  <w:style w:type="character" w:styleId="Nmerodelinha">
    <w:name w:val="line number"/>
    <w:basedOn w:val="Fontepargpadro"/>
  </w:style>
  <w:style w:type="paragraph" w:styleId="Corpodetexto2">
    <w:name w:val="Body Text 2"/>
    <w:basedOn w:val="Normal"/>
    <w:pPr>
      <w:keepLines/>
      <w:spacing w:before="60"/>
      <w:jc w:val="both"/>
    </w:pPr>
    <w:rPr>
      <w:rFonts w:ascii="Swis721 BT" w:hAnsi="Swis721 BT"/>
      <w:b/>
      <w:spacing w:val="10"/>
    </w:rPr>
  </w:style>
  <w:style w:type="paragraph" w:styleId="Sumrio7">
    <w:name w:val="toc 7"/>
    <w:basedOn w:val="Normal"/>
    <w:next w:val="Normal"/>
    <w:autoRedefine/>
    <w:semiHidden/>
    <w:pPr>
      <w:keepLines/>
      <w:spacing w:before="60"/>
    </w:pPr>
    <w:rPr>
      <w:spacing w:val="10"/>
    </w:rPr>
  </w:style>
  <w:style w:type="paragraph" w:styleId="Sumrio4">
    <w:name w:val="toc 4"/>
    <w:basedOn w:val="Normal"/>
    <w:next w:val="Normal"/>
    <w:autoRedefine/>
    <w:semiHidden/>
    <w:pPr>
      <w:keepLines/>
      <w:spacing w:before="60"/>
    </w:pPr>
    <w:rPr>
      <w:caps/>
      <w:spacing w:val="10"/>
    </w:rPr>
  </w:style>
  <w:style w:type="paragraph" w:customStyle="1" w:styleId="ParagrafoNormal">
    <w:name w:val="ParagrafoNormal"/>
    <w:basedOn w:val="Normal"/>
    <w:pPr>
      <w:keepLines/>
      <w:spacing w:before="60"/>
    </w:pPr>
    <w:rPr>
      <w:spacing w:val="10"/>
    </w:rPr>
  </w:style>
  <w:style w:type="paragraph" w:styleId="Sumrio5">
    <w:name w:val="toc 5"/>
    <w:basedOn w:val="Normal"/>
    <w:next w:val="Normal"/>
    <w:autoRedefine/>
    <w:semiHidden/>
    <w:pPr>
      <w:keepLines/>
      <w:spacing w:before="60"/>
    </w:pPr>
    <w:rPr>
      <w:spacing w:val="10"/>
    </w:rPr>
  </w:style>
  <w:style w:type="paragraph" w:styleId="Sumrio2">
    <w:name w:val="toc 2"/>
    <w:basedOn w:val="Normal"/>
    <w:next w:val="Normal"/>
    <w:autoRedefine/>
    <w:semiHidden/>
    <w:pPr>
      <w:keepLines/>
      <w:spacing w:before="240"/>
    </w:pPr>
    <w:rPr>
      <w:caps/>
      <w:spacing w:val="10"/>
    </w:rPr>
  </w:style>
  <w:style w:type="paragraph" w:styleId="Sumrio3">
    <w:name w:val="toc 3"/>
    <w:basedOn w:val="Normal"/>
    <w:next w:val="Normal"/>
    <w:autoRedefine/>
    <w:semiHidden/>
    <w:pPr>
      <w:keepLines/>
      <w:spacing w:before="60"/>
    </w:pPr>
    <w:rPr>
      <w:caps/>
      <w:spacing w:val="10"/>
    </w:rPr>
  </w:style>
  <w:style w:type="paragraph" w:styleId="Ttulo">
    <w:name w:val="Title"/>
    <w:basedOn w:val="Normal"/>
    <w:next w:val="ParagrafoNormal"/>
    <w:qFormat/>
    <w:pPr>
      <w:keepLines/>
      <w:numPr>
        <w:numId w:val="1"/>
      </w:numPr>
      <w:spacing w:before="480"/>
    </w:pPr>
    <w:rPr>
      <w:b/>
      <w:caps/>
      <w:spacing w:val="10"/>
      <w:sz w:val="22"/>
    </w:rPr>
  </w:style>
  <w:style w:type="paragraph" w:customStyle="1" w:styleId="MNN1">
    <w:name w:val="MNN1"/>
    <w:next w:val="Normal"/>
    <w:pPr>
      <w:numPr>
        <w:numId w:val="5"/>
      </w:numPr>
    </w:pPr>
    <w:rPr>
      <w:rFonts w:ascii="Arial" w:hAnsi="Arial"/>
      <w:noProof/>
      <w:spacing w:val="10"/>
      <w:sz w:val="18"/>
    </w:rPr>
  </w:style>
  <w:style w:type="paragraph" w:styleId="Textodebalo">
    <w:name w:val="Balloon Text"/>
    <w:basedOn w:val="Normal"/>
    <w:semiHidden/>
    <w:rsid w:val="00FE5BE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DD1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Justificado">
    <w:name w:val="Normal + Justificado"/>
    <w:basedOn w:val="Normal"/>
    <w:rsid w:val="00704682"/>
    <w:pPr>
      <w:tabs>
        <w:tab w:val="left" w:pos="8505"/>
      </w:tabs>
      <w:jc w:val="both"/>
    </w:pPr>
    <w:rPr>
      <w:color w:val="000000"/>
    </w:rPr>
  </w:style>
  <w:style w:type="character" w:styleId="HiperlinkVisitado">
    <w:name w:val="FollowedHyperlink"/>
    <w:rsid w:val="003D06F6"/>
    <w:rPr>
      <w:color w:val="800080"/>
      <w:u w:val="single"/>
    </w:rPr>
  </w:style>
  <w:style w:type="character" w:customStyle="1" w:styleId="ui-provider">
    <w:name w:val="ui-provider"/>
    <w:basedOn w:val="Fontepargpadro"/>
    <w:rsid w:val="004A0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080960\OneDrive%20-%20Caixa%20Economica%20Federal\&#193;rea%20de%20Trabalho\E-MAIL\Arquivos\CONTRATA&#199;&#195;O\Sele&#231;&#227;o_2025\MO28031014%20-%20Declara&#231;&#227;o%20de%20Contrapartida%20Financeira%20e%20F&#237;sica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844E6855F17549A33DFB208F4313F8" ma:contentTypeVersion="20" ma:contentTypeDescription="Crie um novo documento." ma:contentTypeScope="" ma:versionID="b2363a4f9059a82a2f8bdeda8cf53ef6">
  <xsd:schema xmlns:xsd="http://www.w3.org/2001/XMLSchema" xmlns:xs="http://www.w3.org/2001/XMLSchema" xmlns:p="http://schemas.microsoft.com/office/2006/metadata/properties" xmlns:ns1="http://schemas.microsoft.com/sharepoint/v3" xmlns:ns2="71ed10ea-0296-489a-81f6-10bdefde05fd" xmlns:ns3="5586f595-ccd6-45ce-9490-0ddb8aaaf61c" targetNamespace="http://schemas.microsoft.com/office/2006/metadata/properties" ma:root="true" ma:fieldsID="4b489f27da9e691948b691ac296d7e02" ns1:_="" ns2:_="" ns3:_="">
    <xsd:import namespace="http://schemas.microsoft.com/sharepoint/v3"/>
    <xsd:import namespace="71ed10ea-0296-489a-81f6-10bdefde05fd"/>
    <xsd:import namespace="5586f595-ccd6-45ce-9490-0ddb8aaaf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d10ea-0296-489a-81f6-10bdefde0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Marcações de imagem" ma:readOnly="false" ma:fieldId="{5cf76f15-5ced-4ddc-b409-7134ff3c332f}" ma:taxonomyMulti="true" ma:sspId="4faff722-0fb5-4c44-9338-8716c1879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6f595-ccd6-45ce-9490-0ddb8aaaf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5bae6f4-4c94-4600-99ab-dd8c2edcab9b}" ma:internalName="TaxCatchAll" ma:showField="CatchAllData" ma:web="5586f595-ccd6-45ce-9490-0ddb8aaaf6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1ed10ea-0296-489a-81f6-10bdefde05fd">
      <Terms xmlns="http://schemas.microsoft.com/office/infopath/2007/PartnerControls"/>
    </lcf76f155ced4ddcb4097134ff3c332f>
    <_ip_UnifiedCompliancePolicyProperties xmlns="http://schemas.microsoft.com/sharepoint/v3" xsi:nil="true"/>
    <TaxCatchAll xmlns="5586f595-ccd6-45ce-9490-0ddb8aaaf61c" xsi:nil="true"/>
  </documentManagement>
</p:properties>
</file>

<file path=customXml/itemProps1.xml><?xml version="1.0" encoding="utf-8"?>
<ds:datastoreItem xmlns:ds="http://schemas.openxmlformats.org/officeDocument/2006/customXml" ds:itemID="{889A95E3-36FC-439A-BA14-FD05C28A4D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DEDDD1-4F43-4E1D-99FE-7D4CD6DAC52B}"/>
</file>

<file path=customXml/itemProps3.xml><?xml version="1.0" encoding="utf-8"?>
<ds:datastoreItem xmlns:ds="http://schemas.openxmlformats.org/officeDocument/2006/customXml" ds:itemID="{CF18DDC7-B911-413B-9A4A-5BD6EB7710AA}"/>
</file>

<file path=customXml/itemProps4.xml><?xml version="1.0" encoding="utf-8"?>
<ds:datastoreItem xmlns:ds="http://schemas.openxmlformats.org/officeDocument/2006/customXml" ds:itemID="{634B222D-7C95-43C7-B87D-3C0343646F6B}"/>
</file>

<file path=docProps/app.xml><?xml version="1.0" encoding="utf-8"?>
<Properties xmlns="http://schemas.openxmlformats.org/officeDocument/2006/extended-properties" xmlns:vt="http://schemas.openxmlformats.org/officeDocument/2006/docPropsVTypes">
  <Template>MO28031014 - Declaração de Contrapartida Financeira e Física</Template>
  <TotalTime>0</TotalTime>
  <Pages>2</Pages>
  <Words>354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</vt:lpstr>
    </vt:vector>
  </TitlesOfParts>
  <Company>PARTICULAR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Yan Carlo Sanches</dc:creator>
  <cp:keywords/>
  <cp:lastModifiedBy>Yan Carlo Sanches</cp:lastModifiedBy>
  <cp:revision>1</cp:revision>
  <cp:lastPrinted>2025-10-14T15:28:00Z</cp:lastPrinted>
  <dcterms:created xsi:type="dcterms:W3CDTF">2025-10-16T13:22:00Z</dcterms:created>
  <dcterms:modified xsi:type="dcterms:W3CDTF">2025-10-16T13:22:00Z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a47ad8-907a-4afd-bc2a-6b2ee4f96f0c_SiteId">
    <vt:lpwstr>ab9bba98-684a-43fb-add8-9c2bebede229</vt:lpwstr>
  </property>
  <property fmtid="{D5CDD505-2E9C-101B-9397-08002B2CF9AE}" pid="3" name="MSIP_Label_f1a47ad8-907a-4afd-bc2a-6b2ee4f96f0c_SetDate">
    <vt:lpwstr>2025-10-15T15:09:45Z</vt:lpwstr>
  </property>
  <property fmtid="{D5CDD505-2E9C-101B-9397-08002B2CF9AE}" pid="4" name="MSIP_Label_f1a47ad8-907a-4afd-bc2a-6b2ee4f96f0c_Name">
    <vt:lpwstr>#EXTERNO_CONFIDENCIAL</vt:lpwstr>
  </property>
  <property fmtid="{D5CDD505-2E9C-101B-9397-08002B2CF9AE}" pid="5" name="MSIP_Label_f1a47ad8-907a-4afd-bc2a-6b2ee4f96f0c_Method">
    <vt:lpwstr>Privileged</vt:lpwstr>
  </property>
  <property fmtid="{D5CDD505-2E9C-101B-9397-08002B2CF9AE}" pid="6" name="MSIP_Label_f1a47ad8-907a-4afd-bc2a-6b2ee4f96f0c_Enabled">
    <vt:lpwstr>true</vt:lpwstr>
  </property>
  <property fmtid="{D5CDD505-2E9C-101B-9397-08002B2CF9AE}" pid="7" name="MSIP_Label_f1a47ad8-907a-4afd-bc2a-6b2ee4f96f0c_ContentBits">
    <vt:lpwstr>0</vt:lpwstr>
  </property>
  <property fmtid="{D5CDD505-2E9C-101B-9397-08002B2CF9AE}" pid="8" name="MSIP_Label_f1a47ad8-907a-4afd-bc2a-6b2ee4f96f0c_ActionId">
    <vt:lpwstr>47be9fe7-b2a2-4635-9c9a-595222af3298</vt:lpwstr>
  </property>
  <property fmtid="{D5CDD505-2E9C-101B-9397-08002B2CF9AE}" pid="9" name="ContentTypeId">
    <vt:lpwstr>0x010100E9844E6855F17549A33DFB208F4313F8</vt:lpwstr>
  </property>
</Properties>
</file>